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CCAB9" w14:textId="77777777" w:rsidR="001F39DC" w:rsidRPr="00725FC7" w:rsidRDefault="00174352" w:rsidP="00F04FE0">
      <w:pPr>
        <w:suppressAutoHyphens w:val="0"/>
        <w:spacing w:after="0"/>
        <w:ind w:firstLine="5103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>PATVIRTINTA</w:t>
      </w:r>
    </w:p>
    <w:p w14:paraId="58F9D307" w14:textId="77777777" w:rsidR="001F39DC" w:rsidRPr="00725FC7" w:rsidRDefault="00174352" w:rsidP="00F04FE0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725FC7">
        <w:rPr>
          <w:rFonts w:ascii="Times New Roman" w:eastAsia="SimSun" w:hAnsi="Times New Roman" w:hint="eastAsia"/>
          <w:sz w:val="24"/>
          <w:szCs w:val="24"/>
        </w:rPr>
        <w:t xml:space="preserve">Skuodo rajono </w:t>
      </w:r>
      <w:r w:rsidRPr="00725FC7">
        <w:rPr>
          <w:rFonts w:ascii="Times New Roman" w:eastAsia="SimSun" w:hAnsi="Times New Roman"/>
          <w:sz w:val="24"/>
          <w:szCs w:val="24"/>
        </w:rPr>
        <w:t>savivaldyb</w:t>
      </w:r>
      <w:r w:rsidRPr="00725FC7">
        <w:rPr>
          <w:rFonts w:ascii="Times New Roman" w:eastAsia="SimSun" w:hAnsi="Times New Roman" w:hint="cs"/>
          <w:sz w:val="24"/>
          <w:szCs w:val="24"/>
        </w:rPr>
        <w:t>ė</w:t>
      </w:r>
      <w:r w:rsidRPr="00725FC7">
        <w:rPr>
          <w:rFonts w:ascii="Times New Roman" w:eastAsia="SimSun" w:hAnsi="Times New Roman"/>
          <w:sz w:val="24"/>
          <w:szCs w:val="24"/>
        </w:rPr>
        <w:t>s</w:t>
      </w:r>
      <w:r w:rsidRPr="00725FC7">
        <w:rPr>
          <w:rFonts w:ascii="Times New Roman" w:eastAsia="SimSun" w:hAnsi="Times New Roman" w:hint="eastAsia"/>
          <w:sz w:val="24"/>
          <w:szCs w:val="24"/>
        </w:rPr>
        <w:t xml:space="preserve"> tarybos</w:t>
      </w:r>
    </w:p>
    <w:p w14:paraId="032199C0" w14:textId="20DDD1DA" w:rsidR="001F39DC" w:rsidRPr="00162F96" w:rsidRDefault="00174352" w:rsidP="00F04FE0">
      <w:pPr>
        <w:suppressAutoHyphens w:val="0"/>
        <w:spacing w:after="0"/>
        <w:ind w:firstLine="5103"/>
        <w:jc w:val="both"/>
        <w:textAlignment w:val="auto"/>
        <w:rPr>
          <w:rFonts w:ascii="Times New Roman" w:eastAsia="SimSun" w:hAnsi="Times New Roman"/>
          <w:sz w:val="24"/>
          <w:szCs w:val="24"/>
        </w:rPr>
      </w:pPr>
      <w:r w:rsidRPr="00162F96">
        <w:rPr>
          <w:rFonts w:ascii="Times New Roman" w:eastAsia="SimSun" w:hAnsi="Times New Roman" w:hint="eastAsia"/>
          <w:sz w:val="24"/>
          <w:szCs w:val="24"/>
        </w:rPr>
        <w:t>202</w:t>
      </w:r>
      <w:r w:rsidR="00B20E56" w:rsidRPr="00162F96">
        <w:rPr>
          <w:rFonts w:ascii="Times New Roman" w:eastAsia="SimSun" w:hAnsi="Times New Roman"/>
          <w:sz w:val="24"/>
          <w:szCs w:val="24"/>
        </w:rPr>
        <w:t>6</w:t>
      </w:r>
      <w:r w:rsidRPr="00162F96">
        <w:rPr>
          <w:rFonts w:ascii="Times New Roman" w:eastAsia="SimSun" w:hAnsi="Times New Roman" w:hint="eastAsia"/>
          <w:sz w:val="24"/>
          <w:szCs w:val="24"/>
        </w:rPr>
        <w:t xml:space="preserve"> m.</w:t>
      </w:r>
      <w:r w:rsidR="00A0383C" w:rsidRPr="00162F96">
        <w:rPr>
          <w:rFonts w:ascii="Times New Roman" w:eastAsia="SimSun" w:hAnsi="Times New Roman"/>
          <w:sz w:val="24"/>
          <w:szCs w:val="24"/>
        </w:rPr>
        <w:t xml:space="preserve"> </w:t>
      </w:r>
      <w:r w:rsidR="00162F96" w:rsidRPr="00162F96">
        <w:rPr>
          <w:rFonts w:ascii="Times New Roman" w:eastAsia="SimSun" w:hAnsi="Times New Roman"/>
          <w:sz w:val="24"/>
          <w:szCs w:val="24"/>
        </w:rPr>
        <w:t>vasario</w:t>
      </w:r>
      <w:r w:rsidR="00B20E56" w:rsidRPr="00162F96">
        <w:rPr>
          <w:rFonts w:ascii="Times New Roman" w:eastAsia="SimSun" w:hAnsi="Times New Roman"/>
          <w:sz w:val="24"/>
          <w:szCs w:val="24"/>
        </w:rPr>
        <w:t xml:space="preserve"> </w:t>
      </w:r>
      <w:r w:rsidR="007207F2">
        <w:rPr>
          <w:rFonts w:ascii="Times New Roman" w:eastAsia="SimSun" w:hAnsi="Times New Roman"/>
          <w:sz w:val="24"/>
          <w:szCs w:val="24"/>
        </w:rPr>
        <w:t xml:space="preserve"> </w:t>
      </w:r>
      <w:r w:rsidRPr="00162F96">
        <w:rPr>
          <w:rFonts w:ascii="Times New Roman" w:eastAsia="SimSun" w:hAnsi="Times New Roman" w:hint="eastAsia"/>
          <w:sz w:val="24"/>
          <w:szCs w:val="24"/>
        </w:rPr>
        <w:t>d. sprendimu Nr. T</w:t>
      </w:r>
      <w:r w:rsidR="007207F2">
        <w:rPr>
          <w:rFonts w:ascii="Times New Roman" w:eastAsia="SimSun" w:hAnsi="Times New Roman"/>
          <w:sz w:val="24"/>
          <w:szCs w:val="24"/>
        </w:rPr>
        <w:t>9-</w:t>
      </w:r>
    </w:p>
    <w:p w14:paraId="3B1404EF" w14:textId="77777777" w:rsidR="001F39DC" w:rsidRDefault="001F39DC" w:rsidP="00F04FE0">
      <w:pPr>
        <w:suppressAutoHyphens w:val="0"/>
        <w:spacing w:after="0"/>
        <w:ind w:firstLine="5103"/>
        <w:jc w:val="both"/>
        <w:textAlignment w:val="auto"/>
        <w:rPr>
          <w:rFonts w:ascii="Palemonas" w:eastAsia="SimSun" w:hAnsi="Palemonas" w:hint="eastAsia"/>
          <w:sz w:val="24"/>
          <w:szCs w:val="24"/>
        </w:rPr>
      </w:pPr>
    </w:p>
    <w:p w14:paraId="0A0E28C9" w14:textId="77777777" w:rsidR="001F39DC" w:rsidRPr="00A4079F" w:rsidRDefault="00174352" w:rsidP="00F04FE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SKUODO RAJONO SAVIVALDYBĖS VIETINĖS REIKŠMĖS KELIŲ OBJEKTŲ FINANSAVIMO 202</w:t>
      </w:r>
      <w:r w:rsidR="00426F4F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–202</w:t>
      </w:r>
      <w:r w:rsidR="00426F4F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METŲ </w:t>
      </w:r>
      <w:r w:rsidR="00A4079F" w:rsidRPr="00A4079F">
        <w:rPr>
          <w:rFonts w:ascii="Times New Roman" w:hAnsi="Times New Roman"/>
          <w:b/>
          <w:bCs/>
          <w:sz w:val="24"/>
          <w:szCs w:val="24"/>
        </w:rPr>
        <w:t>PRIORITETINĖ EILĖ</w:t>
      </w:r>
    </w:p>
    <w:p w14:paraId="5C3F56F9" w14:textId="77777777" w:rsidR="001F39DC" w:rsidRDefault="001F39DC" w:rsidP="00F04FE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92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1"/>
        <w:gridCol w:w="6378"/>
        <w:gridCol w:w="1418"/>
        <w:gridCol w:w="1561"/>
      </w:tblGrid>
      <w:tr w:rsidR="008548DA" w14:paraId="46B5C763" w14:textId="77777777" w:rsidTr="00265218">
        <w:trPr>
          <w:trHeight w:val="620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871E4" w14:textId="77777777" w:rsidR="008548DA" w:rsidRDefault="008548DA" w:rsidP="00F04F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Eil. Nr. 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5ECBA" w14:textId="77777777" w:rsidR="008548DA" w:rsidRDefault="008548DA" w:rsidP="00F04F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Kelio ar gatvės pavadinimas, numeris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77E8E" w14:textId="77777777" w:rsidR="008548DA" w:rsidRDefault="008548DA" w:rsidP="00F04F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Statybos rūšis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EBF0A" w14:textId="77777777" w:rsidR="008548DA" w:rsidRDefault="008548DA" w:rsidP="00F04F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Finansavimo šaltinis</w:t>
            </w:r>
          </w:p>
          <w:p w14:paraId="4103B7FA" w14:textId="77777777" w:rsidR="008548DA" w:rsidRDefault="008548DA" w:rsidP="00F04F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DA" w14:paraId="0C52B6C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F0B70" w14:textId="77777777" w:rsidR="008548DA" w:rsidRDefault="008548DA" w:rsidP="0013520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6A5CC" w14:textId="77777777" w:rsidR="008548DA" w:rsidRPr="00B20E56" w:rsidRDefault="008548DA" w:rsidP="00F04FE0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20E56">
              <w:rPr>
                <w:rFonts w:ascii="Times New Roman" w:hAnsi="Times New Roman"/>
                <w:b/>
                <w:bCs/>
                <w:sz w:val="24"/>
                <w:szCs w:val="24"/>
              </w:rPr>
              <w:t>2026 METAI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36258" w14:textId="77777777" w:rsidR="008548DA" w:rsidRPr="00B20E56" w:rsidRDefault="008548DA" w:rsidP="00F04F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09EA4" w14:textId="77777777" w:rsidR="008548DA" w:rsidRPr="00B20E56" w:rsidRDefault="008548DA" w:rsidP="00F04F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48DA" w14:paraId="79DDB67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72F2" w14:textId="77777777" w:rsidR="008548DA" w:rsidRDefault="008548DA" w:rsidP="0013520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588A6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>Skuodo miesto Mosėdžio gatvė Nr. SM-38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8473C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1973F" w14:textId="77777777" w:rsidR="00C7261C" w:rsidRPr="00061F8E" w:rsidRDefault="00C7261C" w:rsidP="00C726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KPPP/SB/</w:t>
            </w:r>
          </w:p>
          <w:p w14:paraId="6E742C8B" w14:textId="77777777" w:rsidR="008548DA" w:rsidRPr="00B20E56" w:rsidRDefault="00C7261C" w:rsidP="00C726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EU*</w:t>
            </w:r>
          </w:p>
        </w:tc>
      </w:tr>
      <w:tr w:rsidR="008548DA" w14:paraId="6FC14D09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E220A" w14:textId="77777777" w:rsidR="008548DA" w:rsidRDefault="008548DA" w:rsidP="0013520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CAAA2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proofErr w:type="spellStart"/>
            <w:r w:rsidRPr="00BA0864">
              <w:rPr>
                <w:rFonts w:ascii="Times New Roman" w:hAnsi="Times New Roman"/>
                <w:sz w:val="24"/>
                <w:szCs w:val="24"/>
              </w:rPr>
              <w:t>Erkšvos</w:t>
            </w:r>
            <w:proofErr w:type="spellEnd"/>
            <w:r w:rsidRPr="00BA0864">
              <w:rPr>
                <w:rFonts w:ascii="Times New Roman" w:hAnsi="Times New Roman"/>
                <w:sz w:val="24"/>
                <w:szCs w:val="24"/>
              </w:rPr>
              <w:t xml:space="preserve"> kelias nuo kelio Nr. 3702 Nausėdai–</w:t>
            </w:r>
            <w:proofErr w:type="spellStart"/>
            <w:r w:rsidRPr="00BA0864">
              <w:rPr>
                <w:rFonts w:ascii="Times New Roman" w:hAnsi="Times New Roman"/>
                <w:sz w:val="24"/>
                <w:szCs w:val="24"/>
              </w:rPr>
              <w:t>Kaukolikai</w:t>
            </w:r>
            <w:proofErr w:type="spellEnd"/>
            <w:r w:rsidRPr="00BA0864">
              <w:rPr>
                <w:rFonts w:ascii="Times New Roman" w:hAnsi="Times New Roman"/>
                <w:sz w:val="24"/>
                <w:szCs w:val="24"/>
              </w:rPr>
              <w:t xml:space="preserve">  iki kelio Nr. 3703 Ylakiai–</w:t>
            </w:r>
            <w:proofErr w:type="spellStart"/>
            <w:r w:rsidRPr="00BA0864"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 w:rsidRPr="00BA0864">
              <w:rPr>
                <w:rFonts w:ascii="Times New Roman" w:hAnsi="Times New Roman"/>
                <w:sz w:val="24"/>
                <w:szCs w:val="24"/>
              </w:rPr>
              <w:t xml:space="preserve"> Nr. YL-15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C9E3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FFCC7" w14:textId="77777777" w:rsidR="008548DA" w:rsidRPr="00B20E56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5019">
              <w:rPr>
                <w:rFonts w:ascii="Times New Roman" w:hAnsi="Times New Roman"/>
                <w:sz w:val="24"/>
                <w:szCs w:val="24"/>
              </w:rPr>
              <w:t>KPPP</w:t>
            </w:r>
            <w:r>
              <w:rPr>
                <w:rFonts w:ascii="Times New Roman" w:hAnsi="Times New Roman"/>
                <w:sz w:val="24"/>
                <w:szCs w:val="24"/>
              </w:rPr>
              <w:t>/SB</w:t>
            </w:r>
          </w:p>
        </w:tc>
      </w:tr>
      <w:tr w:rsidR="008548DA" w14:paraId="79988E0F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53E17" w14:textId="77777777" w:rsidR="008548DA" w:rsidRDefault="008548DA" w:rsidP="0013520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BE0E1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 xml:space="preserve">Skuodo seniūnijos Pakalniškių k. kelias (nuo </w:t>
            </w:r>
            <w:proofErr w:type="spellStart"/>
            <w:r w:rsidRPr="00BA0864">
              <w:rPr>
                <w:rFonts w:ascii="Times New Roman" w:hAnsi="Times New Roman"/>
                <w:sz w:val="24"/>
                <w:szCs w:val="24"/>
              </w:rPr>
              <w:t>Trūbakių</w:t>
            </w:r>
            <w:proofErr w:type="spellEnd"/>
            <w:r w:rsidRPr="00BA0864">
              <w:rPr>
                <w:rFonts w:ascii="Times New Roman" w:hAnsi="Times New Roman"/>
                <w:sz w:val="24"/>
                <w:szCs w:val="24"/>
              </w:rPr>
              <w:t xml:space="preserve"> kelio iki kelio Mažeikiai–Skuodas, Liepų gatvė) Nr. SK-42/ SK-72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F007D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292DB" w14:textId="77777777" w:rsidR="008548DA" w:rsidRPr="00B20E56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5019">
              <w:rPr>
                <w:rFonts w:ascii="Times New Roman" w:hAnsi="Times New Roman"/>
                <w:sz w:val="24"/>
                <w:szCs w:val="24"/>
              </w:rPr>
              <w:t>KPPP</w:t>
            </w:r>
            <w:r>
              <w:rPr>
                <w:rFonts w:ascii="Times New Roman" w:hAnsi="Times New Roman"/>
                <w:sz w:val="24"/>
                <w:szCs w:val="24"/>
              </w:rPr>
              <w:t>/SB</w:t>
            </w:r>
          </w:p>
        </w:tc>
      </w:tr>
      <w:tr w:rsidR="008548DA" w14:paraId="3E2250A6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EBF9F" w14:textId="77777777" w:rsidR="008548DA" w:rsidRDefault="008548DA" w:rsidP="0013520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A1F70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>Aleksandrijos seniūnijos kelias Daujotai–</w:t>
            </w:r>
            <w:proofErr w:type="spellStart"/>
            <w:r w:rsidRPr="00BA0864">
              <w:rPr>
                <w:rFonts w:ascii="Times New Roman" w:hAnsi="Times New Roman"/>
                <w:sz w:val="24"/>
                <w:szCs w:val="24"/>
              </w:rPr>
              <w:t>Jedžiotai</w:t>
            </w:r>
            <w:proofErr w:type="spellEnd"/>
            <w:r w:rsidRPr="00BA0864">
              <w:rPr>
                <w:rFonts w:ascii="Times New Roman" w:hAnsi="Times New Roman"/>
                <w:sz w:val="24"/>
                <w:szCs w:val="24"/>
              </w:rPr>
              <w:t xml:space="preserve"> Nr. AL-30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4DC17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C0E03" w14:textId="77777777" w:rsidR="008548DA" w:rsidRPr="00B20E56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5019">
              <w:rPr>
                <w:rFonts w:ascii="Times New Roman" w:hAnsi="Times New Roman"/>
                <w:sz w:val="24"/>
                <w:szCs w:val="24"/>
              </w:rPr>
              <w:t>KPPP</w:t>
            </w:r>
            <w:r>
              <w:rPr>
                <w:rFonts w:ascii="Times New Roman" w:hAnsi="Times New Roman"/>
                <w:sz w:val="24"/>
                <w:szCs w:val="24"/>
              </w:rPr>
              <w:t>/SB</w:t>
            </w:r>
          </w:p>
        </w:tc>
      </w:tr>
      <w:tr w:rsidR="008548DA" w14:paraId="4E248E3E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CB5B0" w14:textId="77777777" w:rsidR="008548DA" w:rsidRDefault="008548DA" w:rsidP="0013520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3026B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>Barstyčių seniūnijos Barstyčių gyvenvietės Saulėtekio gatvė Nr. BA-62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0A8C5" w14:textId="77777777" w:rsidR="008548DA" w:rsidRPr="00BA0864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A0864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8EF9" w14:textId="77777777" w:rsidR="008548DA" w:rsidRPr="00B20E56" w:rsidRDefault="008548DA" w:rsidP="003371A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35019">
              <w:rPr>
                <w:rFonts w:ascii="Times New Roman" w:hAnsi="Times New Roman"/>
                <w:sz w:val="24"/>
                <w:szCs w:val="24"/>
              </w:rPr>
              <w:t>KPPP</w:t>
            </w:r>
            <w:r>
              <w:rPr>
                <w:rFonts w:ascii="Times New Roman" w:hAnsi="Times New Roman"/>
                <w:sz w:val="24"/>
                <w:szCs w:val="24"/>
              </w:rPr>
              <w:t>/SB</w:t>
            </w:r>
          </w:p>
        </w:tc>
      </w:tr>
      <w:tr w:rsidR="008548DA" w14:paraId="7A4A78B1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1CBAB" w14:textId="77777777" w:rsidR="008548DA" w:rsidRDefault="008548DA" w:rsidP="00DC64DB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F5596" w14:textId="77777777" w:rsidR="008548DA" w:rsidRPr="00061F8E" w:rsidRDefault="008548DA" w:rsidP="00DC64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Skuodo miesto Mokyklos g. Nr. SM-36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315B7" w14:textId="77777777" w:rsidR="008548DA" w:rsidRPr="00061F8E" w:rsidRDefault="008548DA" w:rsidP="00DC64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4C621" w14:textId="77777777" w:rsidR="008548DA" w:rsidRPr="00061F8E" w:rsidRDefault="008548DA" w:rsidP="00DC64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KPPP/SB/</w:t>
            </w:r>
          </w:p>
          <w:p w14:paraId="35B19FC1" w14:textId="77777777" w:rsidR="008548DA" w:rsidRPr="00061F8E" w:rsidRDefault="008548DA" w:rsidP="00DC64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EU</w:t>
            </w:r>
          </w:p>
        </w:tc>
      </w:tr>
      <w:tr w:rsidR="008548DA" w14:paraId="7F658879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50661" w14:textId="77777777" w:rsidR="008548DA" w:rsidRDefault="008548DA" w:rsidP="00DC64DB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27640" w14:textId="77777777" w:rsidR="008548DA" w:rsidRPr="00061F8E" w:rsidRDefault="008548DA" w:rsidP="00DC64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gyvenvietės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Šatos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gatvė Nr. ŠA-39-Š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F6C3C" w14:textId="77777777" w:rsidR="008548DA" w:rsidRPr="00061F8E" w:rsidRDefault="008548DA" w:rsidP="00DC64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824B8" w14:textId="77777777" w:rsidR="008548DA" w:rsidRPr="00061F8E" w:rsidRDefault="008548DA" w:rsidP="00DC64D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8548DA" w14:paraId="1D30D396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17DCB" w14:textId="77777777" w:rsidR="008548DA" w:rsidRDefault="008548DA" w:rsidP="00FC2513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3CE0F" w14:textId="77777777" w:rsidR="008548DA" w:rsidRPr="00061F8E" w:rsidRDefault="008548DA" w:rsidP="00FC25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Lenkimų seniūnijos Lenkimų mstl. Menkinės gatvė Nr. LE-57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4CBEC" w14:textId="77777777" w:rsidR="008548DA" w:rsidRPr="00061F8E" w:rsidRDefault="008548DA" w:rsidP="00FC25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FF898" w14:textId="77777777" w:rsidR="008548DA" w:rsidRPr="00061F8E" w:rsidRDefault="008548DA" w:rsidP="00FC25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8548DA" w14:paraId="4E3F3AA9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1D856" w14:textId="77777777" w:rsidR="008548DA" w:rsidRDefault="008548DA" w:rsidP="00FC2513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559F3" w14:textId="77777777" w:rsidR="008548DA" w:rsidRPr="00061F8E" w:rsidRDefault="008548DA" w:rsidP="00FC251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Mosėdžio seniūnijos kelias Tėveliai–</w:t>
            </w:r>
            <w:proofErr w:type="spellStart"/>
            <w:r w:rsidRPr="00061F8E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Ersla</w:t>
            </w:r>
            <w:proofErr w:type="spellEnd"/>
            <w:r w:rsidRPr="00061F8E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 xml:space="preserve">  (nuo kelio Mosėdis–Skuodas iki Skuodo seniūnijos ribos) Nr. MO-38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878BF" w14:textId="77777777" w:rsidR="008548DA" w:rsidRPr="00061F8E" w:rsidRDefault="008548DA" w:rsidP="00FC25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1D70" w14:textId="77777777" w:rsidR="008548DA" w:rsidRPr="00061F8E" w:rsidRDefault="008548DA" w:rsidP="00FC251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  <w:r w:rsidR="00F837DF">
              <w:rPr>
                <w:rFonts w:ascii="Times New Roman" w:hAnsi="Times New Roman"/>
                <w:sz w:val="24"/>
                <w:szCs w:val="24"/>
              </w:rPr>
              <w:t>/SB</w:t>
            </w:r>
          </w:p>
        </w:tc>
      </w:tr>
      <w:tr w:rsidR="008548DA" w14:paraId="2F413016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A5197" w14:textId="77777777" w:rsidR="008548DA" w:rsidRDefault="008548DA" w:rsidP="000B7B34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8F2CA" w14:textId="77777777" w:rsidR="008548DA" w:rsidRPr="00061F8E" w:rsidRDefault="008548DA" w:rsidP="000B7B34">
            <w:pPr>
              <w:spacing w:after="0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Notėnų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Šliktinės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kaimo Liepų gatvė Nr. NO-28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6D633" w14:textId="77777777" w:rsidR="008548DA" w:rsidRPr="00061F8E" w:rsidRDefault="008548DA" w:rsidP="000B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41974" w14:textId="77777777" w:rsidR="008548DA" w:rsidRPr="00061F8E" w:rsidRDefault="008548DA" w:rsidP="000B7B3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8548DA" w14:paraId="0F16593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E97A0" w14:textId="77777777" w:rsidR="008548DA" w:rsidRDefault="008548DA" w:rsidP="0074515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BDAF2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Skuodo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Kulų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I k. Ąžuolų gatvė Nr. SK-68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B5FA4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0D55E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8548DA" w14:paraId="1D657AF0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9FD5B" w14:textId="77777777" w:rsidR="008548DA" w:rsidRDefault="008548DA" w:rsidP="0074515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96C7D" w14:textId="77777777" w:rsidR="008548DA" w:rsidRPr="00061F8E" w:rsidRDefault="008548DA" w:rsidP="0074515F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r w:rsidRPr="00061F8E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Skuodo miesto Vaižganto g. Nr. SM-66 (</w:t>
            </w:r>
            <w:r w:rsidR="00312EE2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n</w:t>
            </w:r>
            <w:r w:rsidRPr="00061F8E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uo Dariaus ir Girėno g. iki Janonio g.)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3EED9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EC2D7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8548DA" w14:paraId="04F2E84A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2A11F1" w14:textId="77777777" w:rsidR="008548DA" w:rsidRDefault="008548DA" w:rsidP="0074515F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32B4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Ylakių seniūnijos Ylakių miestelio Liepų gatvė Nr. YLY-11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8E94E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AF482" w14:textId="77777777" w:rsidR="008548DA" w:rsidRPr="00061F8E" w:rsidRDefault="008548DA" w:rsidP="0074515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152AC0F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606D1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0790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Notėnų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Šliktinės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k. Vingio gatvė Nr. NO-51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F2FF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F382B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4376EA62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A4496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FB7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Ylakių seniūnijos Aerodromo kelias Nr. YL-05 nuo kelio Nr. 3703 Ylakiai–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pro aerodromą iki kelio Nr. YL-104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C0CCB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Kapitalinias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3B36A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416054A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A9BA0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123C9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Skuodo miesto Pergalės g. Nr. SM-44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6CDFB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E89A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271F098B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C7C69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D97A5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 Barstyčių seniūnijos Barstyčių gyvenvietės Žalioji gatvė Nr. BA-64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F641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EB2D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352263F6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DD882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7EA36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Ylakių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Vižančių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kaimo Liepų gatvė Nr. YL</w:t>
            </w:r>
            <w:r>
              <w:rPr>
                <w:rFonts w:ascii="Times New Roman" w:hAnsi="Times New Roman"/>
                <w:sz w:val="24"/>
                <w:szCs w:val="24"/>
              </w:rPr>
              <w:t>V</w:t>
            </w:r>
            <w:r w:rsidRPr="00061F8E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10489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803B0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15F7C949" w14:textId="77777777" w:rsidTr="00907482">
        <w:trPr>
          <w:trHeight w:val="432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192DD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BC82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Skuodo miesto Algirdo gatvė Nr. SM-2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97B65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FB0A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6522655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F1C338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B230C" w14:textId="77777777" w:rsidR="005C347D" w:rsidRPr="00AE46BF" w:rsidRDefault="005C347D" w:rsidP="005C347D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proofErr w:type="spellStart"/>
            <w:r w:rsidRPr="00AE46BF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Puodkalių</w:t>
            </w:r>
            <w:proofErr w:type="spellEnd"/>
            <w:r w:rsidRPr="00AE46BF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 xml:space="preserve"> k. Piliakalnio g. atšaka</w:t>
            </w:r>
          </w:p>
          <w:p w14:paraId="57DC45D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6BF"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privažiavimas prie Nr. 17 (SKPu-72)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F678D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E46BF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45308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F7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5D542C5B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56F34" w14:textId="77777777" w:rsidR="005C347D" w:rsidRPr="003B2DEE" w:rsidRDefault="005C347D" w:rsidP="005C347D">
            <w:pPr>
              <w:spacing w:after="0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8266A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b/>
                <w:bCs/>
                <w:sz w:val="24"/>
                <w:szCs w:val="24"/>
              </w:rPr>
              <w:t>2027 METAI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6622F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8F5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347D" w14:paraId="4CD22B1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68AA9" w14:textId="77777777" w:rsidR="005C347D" w:rsidRPr="003B2DE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22294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Aleksandrijos seniūnijos Aleksandrijos gyvenvietės S. Daukanto gatvė Nr. AL-50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54F8C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993A6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D47296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CA8EA" w14:textId="77777777" w:rsidR="005C347D" w:rsidRPr="003B2DE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8E763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 xml:space="preserve">Skuodo miesto Šatrijos gatvė </w:t>
            </w:r>
          </w:p>
          <w:p w14:paraId="4451744A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Nr. SM-59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724FC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8292D0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19138BE6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C2736" w14:textId="77777777" w:rsidR="005C347D" w:rsidRPr="003B2DE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937CE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Aleksandrijos seniūnijos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kelias</w:t>
            </w: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n</w:t>
            </w: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uo kelio Skuodas–Barstyčiai iki Apuolės mokyklos (Mokyklos gatvė)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Nr. AL-60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EB6F9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E3FD4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2B290637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AAEE7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49E2C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Aleksandrijos seniūnijos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kelias n</w:t>
            </w: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uo kelio Skuodas–Barstyčiai  iki Juknaičių  k. Užupio gatv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ės</w:t>
            </w: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Nr. AL-46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4D80D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12AF0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55CF057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3B54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0ED1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Barstyčių seniūnijos kelias Nr. BA-37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Puokės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kaimas–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Končaičių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kaimas (kelias nuo sodybos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Baršių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g. Nr. 48 iki kelio Barstyčiai–Seda)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3801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4CC5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235DF04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23986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57B23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Mikulčių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gyvenvietės kelias Nr. MO-22 (pro J.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Pušinsko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sodybą nuo kelio Mosėdis–Lenkimai  į laukus) (Pievų gatvė)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C19CB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5453D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CACB05D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D7B9B2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BBCB4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Apuolės gatvė Nr. SM-1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31378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EA06A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49843585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6BFEB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D7603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 xml:space="preserve">Mosėdžio seniūnijos kelias Nr. MO-25 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Mikulčiai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Kusai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(nuo kelio Mosėdis</w:t>
            </w: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r w:rsidRPr="00061F8E">
              <w:rPr>
                <w:rFonts w:ascii="Times New Roman" w:hAnsi="Times New Roman"/>
                <w:sz w:val="24"/>
                <w:szCs w:val="24"/>
              </w:rPr>
              <w:t xml:space="preserve">Lenkimai iki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Kusų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kaimo kelio)(Beržų gatvė)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50A30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496A6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AB6C951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619A3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278C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Notėnų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Prialgavos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k. Paupio gatvė Nr. NO-30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F456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555BA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2914F9FD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5EEEF" w14:textId="77777777" w:rsidR="005C347D" w:rsidRPr="003B2DE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C1DBD" w14:textId="77777777" w:rsidR="005C347D" w:rsidRPr="00061F8E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Notėnų seniūnijos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Prialgavos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k. Bartuvos</w:t>
            </w:r>
          </w:p>
          <w:p w14:paraId="63CDD079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  <w:lang w:eastAsia="lt-LT"/>
              </w:rPr>
              <w:t>g.–senkapiai Nr. NO-35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392B0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56E3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AC0BE10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7293E" w14:textId="77777777" w:rsidR="005C347D" w:rsidRPr="003B2DE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5EA32" w14:textId="77777777" w:rsidR="005C347D" w:rsidRPr="00061F8E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Skuodo miesto Krantinės gatvė Nr. SM-23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63C42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27D61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B2987CD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8651E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3307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Šačių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seniūnijos kelias 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Ersla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Kaukolikai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(Beržų gatvė) Nr. ŠA-22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E4239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F64C3" w14:textId="77777777" w:rsidR="005C347D" w:rsidRPr="00061F8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198C281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B79CB" w14:textId="77777777" w:rsidR="005C347D" w:rsidRPr="00B20E56" w:rsidRDefault="005C347D" w:rsidP="005C347D">
            <w:pPr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C550A" w14:textId="77777777" w:rsidR="005C347D" w:rsidRPr="00B20E56" w:rsidRDefault="005C347D" w:rsidP="005C347D">
            <w:pPr>
              <w:tabs>
                <w:tab w:val="left" w:pos="63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 xml:space="preserve">Mosėdžio seniūnijos kelias į </w:t>
            </w:r>
            <w:proofErr w:type="spellStart"/>
            <w:r w:rsidRPr="00B20E56">
              <w:rPr>
                <w:rFonts w:ascii="Times New Roman" w:hAnsi="Times New Roman"/>
                <w:sz w:val="24"/>
                <w:szCs w:val="24"/>
              </w:rPr>
              <w:t>Tauzų</w:t>
            </w:r>
            <w:proofErr w:type="spellEnd"/>
            <w:r w:rsidRPr="00B20E56">
              <w:rPr>
                <w:rFonts w:ascii="Times New Roman" w:hAnsi="Times New Roman"/>
                <w:sz w:val="24"/>
                <w:szCs w:val="24"/>
              </w:rPr>
              <w:t xml:space="preserve"> kaimą (nuo plento iki kelio Nr. MO-42) Nr. MO-41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71083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14E0D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5116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8E90B65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B766A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A9BD8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Mosėdžio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0E56">
              <w:rPr>
                <w:rFonts w:ascii="Times New Roman" w:hAnsi="Times New Roman"/>
                <w:sz w:val="24"/>
                <w:szCs w:val="24"/>
              </w:rPr>
              <w:t xml:space="preserve">seniūnijos  kelias per </w:t>
            </w:r>
            <w:proofErr w:type="spellStart"/>
            <w:r w:rsidRPr="00B20E56">
              <w:rPr>
                <w:rFonts w:ascii="Times New Roman" w:hAnsi="Times New Roman"/>
                <w:sz w:val="24"/>
                <w:szCs w:val="24"/>
              </w:rPr>
              <w:t>Tauzų</w:t>
            </w:r>
            <w:proofErr w:type="spellEnd"/>
            <w:r w:rsidRPr="00B20E56">
              <w:rPr>
                <w:rFonts w:ascii="Times New Roman" w:hAnsi="Times New Roman"/>
                <w:sz w:val="24"/>
                <w:szCs w:val="24"/>
              </w:rPr>
              <w:t xml:space="preserve"> kaimą (nuo plento Skuodas–Plungė iki kelio Nr.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0E56">
              <w:rPr>
                <w:rFonts w:ascii="Times New Roman" w:hAnsi="Times New Roman"/>
                <w:sz w:val="24"/>
                <w:szCs w:val="24"/>
              </w:rPr>
              <w:t>MO-23) Nr.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0E56">
              <w:rPr>
                <w:rFonts w:ascii="Times New Roman" w:hAnsi="Times New Roman"/>
                <w:sz w:val="24"/>
                <w:szCs w:val="24"/>
              </w:rPr>
              <w:t>MO-42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9976C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2B790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85116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1C6499D0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6FF34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93BBE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287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Lenkimų seniūnijos kelias Lenkimai–</w:t>
            </w:r>
            <w:proofErr w:type="spellStart"/>
            <w:r w:rsidRPr="0020287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Rievos</w:t>
            </w:r>
            <w:proofErr w:type="spellEnd"/>
            <w:r w:rsidRPr="0020287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k.  (nuo </w:t>
            </w:r>
            <w:proofErr w:type="spellStart"/>
            <w:r w:rsidRPr="0020287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Lugnų</w:t>
            </w:r>
            <w:proofErr w:type="spellEnd"/>
            <w:r w:rsidRPr="0020287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gatvės iki </w:t>
            </w:r>
            <w:proofErr w:type="spellStart"/>
            <w:r w:rsidRPr="0020287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Rievos</w:t>
            </w:r>
            <w:proofErr w:type="spellEnd"/>
            <w:r w:rsidRPr="0020287A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gatvės) Nr. LE-09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55B74D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5BF32" w14:textId="77777777" w:rsidR="005C347D" w:rsidRPr="0038511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32AA0961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D8053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0E019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Aleksandrijos seniūnijos </w:t>
            </w:r>
            <w:r w:rsidRPr="00B20E56">
              <w:rPr>
                <w:rFonts w:ascii="Times New Roman" w:hAnsi="Times New Roman"/>
                <w:sz w:val="24"/>
                <w:szCs w:val="24"/>
              </w:rPr>
              <w:t>Apuolės k. Piliakalnio gatvė Nr. AL-69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1E0CC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9B10C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932EB8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696EB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48968F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Aleksandrijos seniūnijos </w:t>
            </w:r>
            <w:r w:rsidRPr="00B20E56">
              <w:rPr>
                <w:rFonts w:ascii="Times New Roman" w:hAnsi="Times New Roman"/>
                <w:sz w:val="24"/>
                <w:szCs w:val="24"/>
              </w:rPr>
              <w:t>Apuolės k. Mažoji gatvė Nr. AL-63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48F9E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6658E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269182B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265F3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DCED5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 xml:space="preserve">M. </w:t>
            </w:r>
            <w:proofErr w:type="spellStart"/>
            <w:r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Rūšupių</w:t>
            </w:r>
            <w:proofErr w:type="spellEnd"/>
            <w:r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 xml:space="preserve"> k. Skuodo g. (SK-37)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473A9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5D4CC" w14:textId="77777777" w:rsidR="005C347D" w:rsidRPr="00605D5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5C1F0B9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09E97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0E737" w14:textId="77777777" w:rsidR="005C347D" w:rsidRDefault="005C347D" w:rsidP="005C347D">
            <w:pPr>
              <w:spacing w:after="0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r w:rsidRPr="00D541D5">
              <w:rPr>
                <w:rFonts w:ascii="Times New Roman" w:hAnsi="Times New Roman"/>
                <w:sz w:val="24"/>
                <w:szCs w:val="24"/>
              </w:rPr>
              <w:t>Skuodo miesto J. Chodkevičiaus gatvė Nr.  SM-16 (I etapas)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2F316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045F1F" w14:textId="77777777" w:rsidR="005C347D" w:rsidRPr="00605D5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4C8C6AD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C8F1E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B6EA8" w14:textId="77777777" w:rsidR="005C347D" w:rsidRDefault="005C347D" w:rsidP="005C347D">
            <w:pPr>
              <w:spacing w:after="0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r w:rsidRPr="00D541D5">
              <w:rPr>
                <w:rFonts w:ascii="Times New Roman" w:hAnsi="Times New Roman"/>
                <w:sz w:val="24"/>
                <w:szCs w:val="24"/>
              </w:rPr>
              <w:t>Skuodo miesto J. Chodkevičiaus gatvė Nr. SM-16 (II etapas)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0E723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02E31" w14:textId="77777777" w:rsidR="005C347D" w:rsidRPr="00605D5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7B2BD8FF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A8928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C80BF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Ylakių seniūnijos Pašilės kaimo Saulėtekio gatvė Nr. YLP-6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40896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3D3C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F564EAD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0A34C" w14:textId="77777777" w:rsidR="005C347D" w:rsidRPr="00B20E56" w:rsidRDefault="005C347D" w:rsidP="005C347D">
            <w:pPr>
              <w:numPr>
                <w:ilvl w:val="0"/>
                <w:numId w:val="5"/>
              </w:numPr>
              <w:spacing w:after="0"/>
              <w:ind w:right="-2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593C5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E56">
              <w:rPr>
                <w:rFonts w:ascii="Times New Roman" w:hAnsi="Times New Roman"/>
                <w:sz w:val="24"/>
                <w:szCs w:val="24"/>
                <w:lang w:eastAsia="lt-LT"/>
              </w:rPr>
              <w:t>Šačių</w:t>
            </w:r>
            <w:proofErr w:type="spellEnd"/>
            <w:r w:rsidRPr="00B20E5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sen. kelias </w:t>
            </w:r>
            <w:proofErr w:type="spellStart"/>
            <w:r w:rsidRPr="00B20E56">
              <w:rPr>
                <w:rFonts w:ascii="Times New Roman" w:hAnsi="Times New Roman"/>
                <w:sz w:val="24"/>
                <w:szCs w:val="24"/>
                <w:lang w:eastAsia="lt-LT"/>
              </w:rPr>
              <w:t>Šatės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proofErr w:type="spellStart"/>
            <w:r w:rsidRPr="00B20E56">
              <w:rPr>
                <w:rFonts w:ascii="Times New Roman" w:hAnsi="Times New Roman"/>
                <w:sz w:val="24"/>
                <w:szCs w:val="24"/>
                <w:lang w:eastAsia="lt-LT"/>
              </w:rPr>
              <w:t>Rumšaičiai</w:t>
            </w:r>
            <w:proofErr w:type="spellEnd"/>
            <w:r w:rsidRPr="00B20E5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Nr. ŠA-02; Nr. ŠA-23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2BB63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20E5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C877" w14:textId="77777777" w:rsidR="005C347D" w:rsidRPr="00B20E5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7253238D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52DB2" w14:textId="77777777" w:rsidR="005C347D" w:rsidRDefault="005C347D" w:rsidP="005C347D">
            <w:pPr>
              <w:spacing w:after="0"/>
              <w:ind w:left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6E068" w14:textId="77777777" w:rsidR="005C347D" w:rsidRPr="0030565C" w:rsidRDefault="005C347D" w:rsidP="005C347D">
            <w:pPr>
              <w:spacing w:after="0"/>
              <w:rPr>
                <w:rFonts w:ascii="Times New Roman" w:hAnsi="Times New Roman"/>
                <w:color w:val="4EA72E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2028 METAI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BA7FC" w14:textId="77777777" w:rsidR="005C347D" w:rsidRPr="0030565C" w:rsidRDefault="005C347D" w:rsidP="005C347D">
            <w:pPr>
              <w:spacing w:after="0"/>
              <w:rPr>
                <w:rFonts w:ascii="Times New Roman" w:hAnsi="Times New Roman"/>
                <w:color w:val="4EA72E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83CD9" w14:textId="77777777" w:rsidR="005C347D" w:rsidRPr="006B3DA8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133CBF2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7C670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4BE62" w14:textId="77777777" w:rsidR="005C347D" w:rsidRPr="00D07CB1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sen. </w:t>
            </w:r>
            <w:proofErr w:type="spellStart"/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Šekų</w:t>
            </w:r>
            <w:proofErr w:type="spellEnd"/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k. kelio dalis (Daukšių</w:t>
            </w:r>
          </w:p>
          <w:p w14:paraId="0D988DA5" w14:textId="77777777" w:rsidR="005C347D" w:rsidRPr="00D07CB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k., </w:t>
            </w:r>
            <w:proofErr w:type="spellStart"/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Šekų</w:t>
            </w:r>
            <w:proofErr w:type="spellEnd"/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g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D07CB1">
              <w:rPr>
                <w:rFonts w:ascii="Times New Roman" w:hAnsi="Times New Roman"/>
                <w:sz w:val="24"/>
                <w:szCs w:val="24"/>
                <w:lang w:eastAsia="lt-LT"/>
              </w:rPr>
              <w:t>) (SK-02)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B6D4" w14:textId="77777777" w:rsidR="005C347D" w:rsidRPr="00D07CB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07CB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AC39" w14:textId="77777777" w:rsidR="005C347D" w:rsidRPr="00D07CB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0AD10B0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B019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776DD" w14:textId="77777777" w:rsidR="005C347D" w:rsidRPr="00D07CB1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F27F0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Notėnų sen. kelias </w:t>
            </w:r>
            <w:proofErr w:type="spellStart"/>
            <w:r w:rsidRPr="007F27F0">
              <w:rPr>
                <w:rFonts w:ascii="Times New Roman" w:hAnsi="Times New Roman"/>
                <w:sz w:val="24"/>
                <w:szCs w:val="24"/>
                <w:lang w:eastAsia="lt-LT"/>
              </w:rPr>
              <w:t>Burviai</w:t>
            </w:r>
            <w:proofErr w:type="spellEnd"/>
            <w:r w:rsidRPr="007F27F0">
              <w:rPr>
                <w:rFonts w:ascii="Times New Roman" w:hAnsi="Times New Roman"/>
                <w:sz w:val="24"/>
                <w:szCs w:val="24"/>
                <w:lang w:eastAsia="lt-LT"/>
              </w:rPr>
              <w:t>–Jundulai Nr. NO-24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7E209" w14:textId="77777777" w:rsidR="005C347D" w:rsidRPr="00D07CB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F27F0">
              <w:rPr>
                <w:rFonts w:ascii="Times New Roman" w:hAnsi="Times New Roman"/>
                <w:sz w:val="24"/>
                <w:szCs w:val="24"/>
              </w:rPr>
              <w:t xml:space="preserve">Paprastasis </w:t>
            </w:r>
            <w:r w:rsidRPr="007F27F0">
              <w:rPr>
                <w:rFonts w:ascii="Times New Roman" w:hAnsi="Times New Roman"/>
                <w:sz w:val="24"/>
                <w:szCs w:val="24"/>
              </w:rPr>
              <w:lastRenderedPageBreak/>
              <w:t>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766BC" w14:textId="77777777" w:rsidR="005C347D" w:rsidRPr="00D07CB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lastRenderedPageBreak/>
              <w:t>KPP</w:t>
            </w:r>
            <w:r>
              <w:rPr>
                <w:rFonts w:ascii="Times New Roman" w:hAnsi="Times New Roman"/>
                <w:sz w:val="24"/>
                <w:szCs w:val="24"/>
              </w:rPr>
              <w:t>P</w:t>
            </w:r>
          </w:p>
        </w:tc>
      </w:tr>
      <w:tr w:rsidR="005C347D" w14:paraId="08CB47B7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61A55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D2C62" w14:textId="77777777" w:rsidR="005C347D" w:rsidRPr="00316C69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>Užluobės</w:t>
            </w:r>
            <w:proofErr w:type="spellEnd"/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kelias (nuo M. </w:t>
            </w:r>
            <w:proofErr w:type="spellStart"/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>Rūšupių</w:t>
            </w:r>
            <w:proofErr w:type="spellEnd"/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gyv. Skuodo g. iki kelio M. </w:t>
            </w:r>
            <w:proofErr w:type="spellStart"/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>Rūšupiai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>Rukai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proofErr w:type="spellStart"/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>Žebrokai</w:t>
            </w:r>
            <w:proofErr w:type="spellEnd"/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Nr. </w:t>
            </w:r>
            <w:r w:rsidRPr="00316C69">
              <w:rPr>
                <w:rFonts w:ascii="Times New Roman" w:hAnsi="Times New Roman"/>
                <w:sz w:val="24"/>
                <w:szCs w:val="24"/>
                <w:lang w:eastAsia="lt-LT"/>
              </w:rPr>
              <w:t>SK-37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6C8EF6" w14:textId="77777777" w:rsidR="005C347D" w:rsidRPr="009D096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5214C" w14:textId="77777777" w:rsidR="005C347D" w:rsidRPr="009D096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18D89BB2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AE88E" w14:textId="77777777" w:rsidR="005C347D" w:rsidRPr="00F15F6B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88ED0" w14:textId="77777777" w:rsidR="005C347D" w:rsidRPr="00F15F6B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15F6B">
              <w:rPr>
                <w:rFonts w:ascii="Times New Roman" w:hAnsi="Times New Roman"/>
                <w:sz w:val="24"/>
                <w:szCs w:val="24"/>
              </w:rPr>
              <w:t>Aleksandrijos seniūnijos Aleksandrijos gyvenvietės Klevų gatvė Nr. AL-03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ABE3" w14:textId="77777777" w:rsidR="005C347D" w:rsidRPr="00F15F6B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</w:t>
            </w:r>
            <w:r w:rsidRPr="00F15F6B"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DF3A3" w14:textId="77777777" w:rsidR="005C347D" w:rsidRPr="00F15F6B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01022850" w14:textId="77777777" w:rsidTr="00265218">
        <w:trPr>
          <w:trHeight w:val="640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9A94C" w14:textId="77777777" w:rsidR="005C347D" w:rsidRPr="000767CC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093D6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Kaukolikų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gyvenvietės Knežės gatvė Nr. AL-36-1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60A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D577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10F3597" w14:textId="77777777" w:rsidTr="00265218">
        <w:trPr>
          <w:trHeight w:val="640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126A1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D6B7" w14:textId="77777777" w:rsidR="005C347D" w:rsidRPr="00AD6BEF" w:rsidRDefault="005C347D" w:rsidP="005C347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AD6BE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Notėnų seniūnijos </w:t>
            </w:r>
            <w:proofErr w:type="spellStart"/>
            <w:r w:rsidRPr="00AD6BE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Šliktinės</w:t>
            </w:r>
            <w:proofErr w:type="spellEnd"/>
            <w:r w:rsidRPr="00AD6BE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kaimo Vingio gatvė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Nr. </w:t>
            </w:r>
            <w:r w:rsidRPr="00AD6BEF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NO-26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102D1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6120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723DD97B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7DCE4" w14:textId="77777777" w:rsidR="005C347D" w:rsidRPr="000767CC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31D40C" w14:textId="77777777" w:rsidR="005C347D" w:rsidRPr="005C7817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kelio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Kaukolikai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–iki kelio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Kaukolikai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(Miško gatvė) Nr. AL-44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09333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 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BBFE7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33A3D167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D3859" w14:textId="77777777" w:rsidR="005C347D" w:rsidRPr="000767CC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78120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Šauklių kaimo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Riedulyno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gatvė Nr. MO-56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19DD1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011B3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7DCC2719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519EF" w14:textId="77777777" w:rsidR="005C347D" w:rsidRPr="000767CC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C489" w14:textId="77777777" w:rsidR="005C347D" w:rsidRPr="00E81EB4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Mosėdžio seniūnijos kelias </w:t>
            </w:r>
            <w:proofErr w:type="spellStart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Udraliai</w:t>
            </w:r>
            <w:proofErr w:type="spellEnd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–Krakės Nr. MO-44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</w:t>
            </w:r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(nuo plento Skuodas–Plungė iki kelio  Mosėdis–Skuodas su atšaka į kairę iki </w:t>
            </w:r>
            <w:proofErr w:type="spellStart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Udralių</w:t>
            </w:r>
            <w:proofErr w:type="spellEnd"/>
            <w:r w:rsidRPr="00E81EB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k. Liepų g. Nr. 20 sodybos)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08606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6E3E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52CB2E31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4DD79" w14:textId="77777777" w:rsidR="005C347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13A4F" w14:textId="77777777" w:rsidR="005C347D" w:rsidRPr="00495B29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Aleksandrijos seniūnijos kelias–Privažiavimas prie Žemdirbio muziejaus Nr. AL-70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6A9E4" w14:textId="77777777" w:rsidR="005C347D" w:rsidRPr="00495B29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95B29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0445C" w14:textId="77777777" w:rsidR="005C347D" w:rsidRPr="00495B29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</w:t>
            </w:r>
          </w:p>
        </w:tc>
      </w:tr>
      <w:tr w:rsidR="005C347D" w14:paraId="56B07AF7" w14:textId="77777777" w:rsidTr="00907482">
        <w:trPr>
          <w:trHeight w:val="701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7E1E6" w14:textId="77777777" w:rsidR="005C347D" w:rsidRPr="0043536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20E2B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51BD0">
              <w:rPr>
                <w:rFonts w:ascii="Times New Roman" w:hAnsi="Times New Roman"/>
                <w:sz w:val="24"/>
                <w:szCs w:val="24"/>
              </w:rPr>
              <w:t xml:space="preserve">Aleksandrijos seniūnijos 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Daujot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ų k.</w:t>
            </w:r>
            <w:r w:rsidRPr="00051BD0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–liuteronų kapinės</w:t>
            </w:r>
            <w:r w:rsidRPr="00051BD0">
              <w:rPr>
                <w:rFonts w:ascii="Times New Roman" w:hAnsi="Times New Roman"/>
                <w:sz w:val="24"/>
                <w:szCs w:val="24"/>
              </w:rPr>
              <w:t xml:space="preserve"> Nr. AL-33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66AC1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A2D80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15021029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A3783" w14:textId="77777777" w:rsidR="005C347D" w:rsidRPr="0043536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07801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kelias Aleksandrija–Viršilai iki kelio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Gėsalai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Aizvikiai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AL-07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888EA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96EF2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31CB6F2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32AAFF" w14:textId="77777777" w:rsidR="005C347D" w:rsidRPr="0043536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6B1A9" w14:textId="77777777" w:rsidR="005C347D" w:rsidRPr="009D0966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Skuodo sen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iūnija</w:t>
            </w: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Narvydžių</w:t>
            </w:r>
            <w:proofErr w:type="spellEnd"/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kapinės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–</w:t>
            </w: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D.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Rūšupiai</w:t>
            </w:r>
            <w:proofErr w:type="spellEnd"/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(Laukų g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9D0966">
              <w:rPr>
                <w:rFonts w:ascii="Times New Roman" w:hAnsi="Times New Roman"/>
                <w:sz w:val="24"/>
                <w:szCs w:val="24"/>
                <w:lang w:eastAsia="lt-LT"/>
              </w:rPr>
              <w:t>) SK-56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A5CA4" w14:textId="77777777" w:rsidR="005C347D" w:rsidRPr="009D096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D0966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0B48D" w14:textId="77777777" w:rsidR="005C347D" w:rsidRPr="009D096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4B37C792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4BEAD" w14:textId="77777777" w:rsidR="005C347D" w:rsidRPr="0043536D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3EEED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Ylakių miestelio Laisvės gatvė Nr. YLY-10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1F283" w14:textId="77777777" w:rsidR="005C347D" w:rsidRPr="00F82A9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13B2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1CFDF8E0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01BE8" w14:textId="77777777" w:rsidR="005C347D" w:rsidRPr="00EC1AC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B7463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Skuodo miesto S. Nėries gatvė Nr. SM-51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CE363" w14:textId="77777777" w:rsidR="005C347D" w:rsidRPr="00F82A9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C3C9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78A69F4E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178CC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C418A1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Aleksandrijos seniūnijos kelias (nuo kelio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Truikinai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Šarkė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į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Klauseikių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k. Kalno gatvę) Nr. AL-29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1AF42" w14:textId="77777777" w:rsidR="005C347D" w:rsidRPr="00F82A9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D377E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89B1866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A7EEE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43338" w14:textId="77777777" w:rsidR="005C347D" w:rsidRPr="006F2F99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Sportininkų 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-55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DE57A" w14:textId="77777777" w:rsidR="005C347D" w:rsidRPr="00F82A9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95627" w14:textId="77777777" w:rsidR="005C347D" w:rsidRPr="006F2F99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3CFA2C2B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3A8D8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12B41" w14:textId="77777777" w:rsidR="005C347D" w:rsidRPr="00897188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897188">
              <w:rPr>
                <w:rFonts w:ascii="Times New Roman" w:hAnsi="Times New Roman"/>
                <w:sz w:val="24"/>
                <w:szCs w:val="24"/>
                <w:lang w:eastAsia="lt-LT"/>
              </w:rPr>
              <w:t>Skuodo miesto Šaulių g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  <w:r w:rsidRPr="00897188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Nr. SM-60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52CB6" w14:textId="77777777" w:rsidR="005C347D" w:rsidRPr="00F82A9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22A0" w14:textId="77777777" w:rsidR="005C347D" w:rsidRPr="00897188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10FB31AA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D3181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1116F" w14:textId="77777777" w:rsidR="005C347D" w:rsidRPr="007D2323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Skuodo sen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iūnijos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proofErr w:type="spellStart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Kanyzelio</w:t>
            </w:r>
            <w:proofErr w:type="spellEnd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k. kelias, Miško g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2266948F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Nr.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SK-64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E057E" w14:textId="77777777" w:rsidR="005C347D" w:rsidRPr="00F82A91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82A91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5A0EB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446E0B3A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CF584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3899D" w14:textId="77777777" w:rsidR="005C347D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sen. </w:t>
            </w:r>
            <w:proofErr w:type="spellStart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Narvydžių</w:t>
            </w:r>
            <w:proofErr w:type="spellEnd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k.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Virvių g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atvė</w:t>
            </w:r>
          </w:p>
          <w:p w14:paraId="14D342E0" w14:textId="77777777" w:rsidR="005C347D" w:rsidRPr="007D2323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Nr. SKN-36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94227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B7D2D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643953E7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18EC7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F58E9" w14:textId="77777777" w:rsidR="005C347D" w:rsidRPr="007D2323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sen. </w:t>
            </w:r>
            <w:proofErr w:type="spellStart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Narvydžių</w:t>
            </w:r>
            <w:proofErr w:type="spellEnd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k. Pušelės g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atvė Nr.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SKN-3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2BCB6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E5254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245CE37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4BAA2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89A09" w14:textId="77777777" w:rsidR="005C347D" w:rsidRPr="00017826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sen. D. </w:t>
            </w:r>
            <w:proofErr w:type="spellStart"/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Rūšupių</w:t>
            </w:r>
            <w:proofErr w:type="spellEnd"/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gyv. Mokyklos gatvė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II juosta iki bendruomenės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n</w:t>
            </w: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amų </w:t>
            </w:r>
            <w:r w:rsidRPr="0020287A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Nr. </w:t>
            </w:r>
            <w:r w:rsidRPr="0020287A">
              <w:rPr>
                <w:rFonts w:ascii="Times New Roman" w:hAnsi="Times New Roman"/>
                <w:sz w:val="24"/>
                <w:szCs w:val="24"/>
              </w:rPr>
              <w:t>SKDR-40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A4C85" w14:textId="77777777" w:rsidR="005C347D" w:rsidRPr="0001782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7826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670E5" w14:textId="77777777" w:rsidR="005C347D" w:rsidRPr="0001782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3005CA4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0509B2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1B2D9" w14:textId="77777777" w:rsidR="005C347D" w:rsidRPr="006F2F99" w:rsidRDefault="005C347D" w:rsidP="005C347D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Skuodo miesto Turgaus 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gatvė </w:t>
            </w:r>
            <w:r w:rsidRPr="006F2F99">
              <w:rPr>
                <w:rFonts w:ascii="Times New Roman" w:hAnsi="Times New Roman"/>
                <w:sz w:val="24"/>
                <w:szCs w:val="24"/>
                <w:lang w:eastAsia="lt-LT"/>
              </w:rPr>
              <w:t>Nr. SM-63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73016" w14:textId="77777777" w:rsidR="005C347D" w:rsidRPr="006F2F99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F2F99"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C7C35" w14:textId="77777777" w:rsidR="005C347D" w:rsidRPr="006F2F99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0ABB053A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FB81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66B6B" w14:textId="77777777" w:rsidR="005C347D" w:rsidRPr="00107344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07344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Barstyčių gyvenvietės Miško gatvė Nr. BA-73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39C66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3B531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4FC8AF00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42F41" w14:textId="77777777" w:rsidR="005C347D" w:rsidRPr="0020287A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559865" w14:textId="77777777" w:rsidR="005C347D" w:rsidRPr="0020287A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61F8E">
              <w:rPr>
                <w:rFonts w:ascii="Times New Roman" w:hAnsi="Times New Roman"/>
                <w:sz w:val="24"/>
                <w:szCs w:val="24"/>
              </w:rPr>
              <w:t>Lenkimai–</w:t>
            </w:r>
            <w:proofErr w:type="spellStart"/>
            <w:r w:rsidRPr="00061F8E">
              <w:rPr>
                <w:rFonts w:ascii="Times New Roman" w:hAnsi="Times New Roman"/>
                <w:sz w:val="24"/>
                <w:szCs w:val="24"/>
              </w:rPr>
              <w:t>Kuksinės</w:t>
            </w:r>
            <w:proofErr w:type="spellEnd"/>
            <w:r w:rsidRPr="00061F8E">
              <w:rPr>
                <w:rFonts w:ascii="Times New Roman" w:hAnsi="Times New Roman"/>
                <w:sz w:val="24"/>
                <w:szCs w:val="24"/>
              </w:rPr>
              <w:t xml:space="preserve"> kaimas (nuo kelio Kretinga –Skuodas) Nr. LE-11/LE-09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434FA" w14:textId="77777777" w:rsidR="005C347D" w:rsidRPr="00F862F8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1564E" w14:textId="77777777" w:rsidR="005C347D" w:rsidRPr="00F862F8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  <w:highlight w:val="cyan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229C821A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E6379" w14:textId="77777777" w:rsidR="005C347D" w:rsidRPr="00691048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AF5F2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kelias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Šekai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Juodupėnai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nuo Skuodo seniūnijos ribos per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Šatraminių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gyvenvietę iki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Juodupėnų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miško Nr. MO-02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A085A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F2A74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3E534A3B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7F0BE" w14:textId="77777777" w:rsidR="005C347D" w:rsidRPr="00691048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1B85F0" w14:textId="77777777" w:rsidR="005C347D" w:rsidRPr="00323982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Aleksandrijos seniūnijos kelias Nr. AL-45 nuo kelio Skuodas–Barstyčiai  iki </w:t>
            </w:r>
            <w:proofErr w:type="spellStart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Erslos</w:t>
            </w:r>
            <w:proofErr w:type="spellEnd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k. </w:t>
            </w:r>
            <w:proofErr w:type="spellStart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Prūdo</w:t>
            </w:r>
            <w:proofErr w:type="spellEnd"/>
            <w:r w:rsidRPr="00B654F9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 gatvė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s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E04A8" w14:textId="77777777" w:rsidR="005C347D" w:rsidRPr="00323982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56AEA" w14:textId="77777777" w:rsidR="005C347D" w:rsidRPr="00323982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3B33213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38E41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51EC4" w14:textId="77777777" w:rsidR="005C347D" w:rsidRPr="00017826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Notėnų sen.  </w:t>
            </w:r>
            <w:proofErr w:type="spellStart"/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Šliktinės</w:t>
            </w:r>
            <w:proofErr w:type="spellEnd"/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k. Mokyklos</w:t>
            </w:r>
          </w:p>
          <w:p w14:paraId="29FA2629" w14:textId="77777777" w:rsidR="005C347D" w:rsidRPr="0001782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g.–tvenkinys Nr. NO-19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6CE61" w14:textId="77777777" w:rsidR="005C347D" w:rsidRPr="0001782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7826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85720" w14:textId="77777777" w:rsidR="005C347D" w:rsidRPr="0001782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1244366B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4FFBB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39A4D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Mosėdis–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Gondlaukė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M. Kalniškiai (nuo apvažiavimo pro Mosėdį iki kelio Mosėdis–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Šatės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 Nr. MO-28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34F12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Paprastais</w:t>
            </w:r>
          </w:p>
          <w:p w14:paraId="1E5D29E0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C4306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3E54212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85673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960BB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Krakės–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Būdvietė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 MO-36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0AF70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73CC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2B24C17D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95E44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222E7" w14:textId="77777777" w:rsidR="005C347D" w:rsidRPr="00017826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Lenkimai–pasienis (nuo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kelio Kretinga–Skuodas pro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girininkiją iki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17826">
              <w:rPr>
                <w:rFonts w:ascii="Times New Roman" w:hAnsi="Times New Roman"/>
                <w:sz w:val="24"/>
                <w:szCs w:val="24"/>
                <w:lang w:eastAsia="lt-LT"/>
              </w:rPr>
              <w:t>Šventosios upės Nr. LE-03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1EDB4" w14:textId="77777777" w:rsidR="005C347D" w:rsidRPr="0001782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17826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00E9" w14:textId="77777777" w:rsidR="005C347D" w:rsidRPr="00017826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06FE778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F9FE4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5D29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seniūnijos kelias per  Krakių kaimą nuo kelio Mosėdis–Skuodas iki kelio Mosėdis–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Ersla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Nr. MO-33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D69EA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4F52D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22D3AD74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CF22D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38AA8" w14:textId="77777777" w:rsidR="005C347D" w:rsidRPr="005B10F8" w:rsidRDefault="005C347D" w:rsidP="005C347D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Rukų kaimo Mokyklos g. Nr. ŠA-43-R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B0E80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Kapitalinis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7F234" w14:textId="77777777" w:rsidR="005C347D" w:rsidRPr="00605D5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KPPP/SB</w:t>
            </w:r>
          </w:p>
        </w:tc>
      </w:tr>
      <w:tr w:rsidR="005C347D" w14:paraId="69E993D7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1F895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A43DF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Mosėdžio seniūnijos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Gaubių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kaimo kelias (nuo plento Skuodas–Plungė  iki kelio Mosėdis–Skuodas) Nr. MO-46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A9062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1FFA8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7294E5B3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987B5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37F41B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Mosėdžio mstl. Gluosnių gatvė Nr. MO-66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CA958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9606D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539E3D02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CF565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EF6CA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Ylakių miestelio Kaštonų gatvė Nr. YLY-7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E67B7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DCA7F" w14:textId="77777777" w:rsidR="005C347D" w:rsidRPr="00605D5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3FDAFD4C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74B84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90654" w14:textId="77777777" w:rsidR="005C347D" w:rsidRPr="005B10F8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10F8">
              <w:rPr>
                <w:rFonts w:ascii="Times New Roman" w:hAnsi="Times New Roman"/>
                <w:sz w:val="24"/>
                <w:szCs w:val="24"/>
              </w:rPr>
              <w:t>Apuolės k. Alksnyno gatvė AL-</w:t>
            </w:r>
          </w:p>
          <w:p w14:paraId="29B4BCA1" w14:textId="77777777" w:rsidR="005C347D" w:rsidRPr="005B10F8" w:rsidRDefault="005C347D" w:rsidP="005C347D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B10F8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5267C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22D26" w14:textId="77777777" w:rsidR="005C347D" w:rsidRPr="00605D5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137CC9FB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41510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8F975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Barstyčių seniūnijos kelias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Puokės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kaimas–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Končaičių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kaimas (kelias nuo sodybos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Baršių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gatvės Nr. 48 iki kelio Barstyčiai–Seda) Nr. BA-37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6AD89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C24CE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05D5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6A691488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5F2D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915A4" w14:textId="77777777" w:rsidR="005C347D" w:rsidRPr="007D2323" w:rsidRDefault="005C347D" w:rsidP="005C347D">
            <w:pPr>
              <w:autoSpaceDE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Šačių</w:t>
            </w:r>
            <w:proofErr w:type="spellEnd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sen. </w:t>
            </w:r>
            <w:proofErr w:type="spellStart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Šačių</w:t>
            </w:r>
            <w:proofErr w:type="spellEnd"/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kaimo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Saulėtekio gatvė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7D2323">
              <w:rPr>
                <w:rFonts w:ascii="Times New Roman" w:hAnsi="Times New Roman"/>
                <w:sz w:val="24"/>
                <w:szCs w:val="24"/>
                <w:lang w:eastAsia="lt-LT"/>
              </w:rPr>
              <w:t>Nr. ŠA-34-Š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01BAF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D2323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2B9A6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F7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0CDF7F2F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58FBA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7C91B" w14:textId="77777777" w:rsidR="005C347D" w:rsidRPr="005B10F8" w:rsidRDefault="005C347D" w:rsidP="005C347D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Mosėdžio sen., Krakių k. Pušyno g.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AF84A" w14:textId="77777777" w:rsidR="005C347D" w:rsidRPr="007D2323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3DC84" w14:textId="77777777" w:rsidR="005C347D" w:rsidRPr="00545F7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16152AF7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EEFA2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C1795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Viliotės Užpelkio kaimo Liepų gatvė Nr. YLU-1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1812E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57138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F7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5F76B1BF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135B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D96ACB" w14:textId="77777777" w:rsidR="005C347D" w:rsidRPr="005B10F8" w:rsidRDefault="005C347D" w:rsidP="005C347D">
            <w:pPr>
              <w:spacing w:after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  <w:lang w:eastAsia="lt-LT"/>
              </w:rPr>
            </w:pPr>
            <w:r w:rsidRPr="005B10F8">
              <w:rPr>
                <w:rFonts w:ascii="Times New Roman" w:hAnsi="Times New Roman"/>
                <w:sz w:val="24"/>
                <w:szCs w:val="24"/>
              </w:rPr>
              <w:t xml:space="preserve">Kelias Nr. BA-13, Paparčių kaimas Ateities g. Nuo kelio Barstyčiai–Žemaičių Kalvarija, Nr. 4603 iki sodybos </w:t>
            </w:r>
            <w:proofErr w:type="spellStart"/>
            <w:r w:rsidRPr="005B10F8">
              <w:rPr>
                <w:rFonts w:ascii="Times New Roman" w:hAnsi="Times New Roman"/>
                <w:sz w:val="24"/>
                <w:szCs w:val="24"/>
              </w:rPr>
              <w:t>Padegimės</w:t>
            </w:r>
            <w:proofErr w:type="spellEnd"/>
            <w:r w:rsidRPr="005B10F8">
              <w:rPr>
                <w:rFonts w:ascii="Times New Roman" w:hAnsi="Times New Roman"/>
                <w:sz w:val="24"/>
                <w:szCs w:val="24"/>
              </w:rPr>
              <w:t xml:space="preserve"> k. Nr.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2B455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Kapitalinis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CD866" w14:textId="77777777" w:rsidR="005C347D" w:rsidRPr="00545F7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06653D7A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DCD6B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0E6454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Ylakių seniūnijos Pašilės kaimo Vėjų gatvė Nr. YLP-1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BB7EB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B7E32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F7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5BA2E7C9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427CA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7729B" w14:textId="77777777" w:rsidR="005C347D" w:rsidRPr="005B10F8" w:rsidRDefault="005C347D" w:rsidP="005C347D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</w:pPr>
            <w:r>
              <w:rPr>
                <w:rFonts w:ascii="TimesNewRomanPSMT" w:hAnsi="TimesNewRomanPSMT" w:cs="TimesNewRomanPSMT"/>
                <w:sz w:val="24"/>
                <w:szCs w:val="24"/>
                <w:lang w:eastAsia="lt-LT"/>
              </w:rPr>
              <w:t>Kelio Nr. BA-29 atkarpa (Saulėtekio g. atkarpa nuo sodybos Nr. 12 iki kelio Nr. 4603, Barstyčiai–Žemaičių Kalvarija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498D3" w14:textId="77777777" w:rsidR="005C347D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79B70" w14:textId="77777777" w:rsidR="005C347D" w:rsidRPr="00545F70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F7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096E78E5" w14:textId="77777777" w:rsidTr="00265218">
        <w:trPr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2EA88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C1515" w14:textId="77777777" w:rsidR="005C347D" w:rsidRPr="0040688B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688B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 xml:space="preserve">Notėnų seniūnijos kelias </w:t>
            </w:r>
            <w:proofErr w:type="spellStart"/>
            <w:r w:rsidRPr="0040688B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Burviai</w:t>
            </w:r>
            <w:proofErr w:type="spellEnd"/>
            <w:r w:rsidRPr="0040688B"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  <w:t>–Jundulai Nr. NO-24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B0E1" w14:textId="77777777" w:rsidR="005C347D" w:rsidRPr="0040688B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688B">
              <w:rPr>
                <w:rFonts w:ascii="Times New Roman" w:hAnsi="Times New Roman"/>
                <w:sz w:val="24"/>
                <w:szCs w:val="24"/>
              </w:rPr>
              <w:t xml:space="preserve">Paprastasis remontas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B7118" w14:textId="77777777" w:rsidR="005C347D" w:rsidRPr="0040688B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F7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  <w:tr w:rsidR="005C347D" w14:paraId="3C9C495B" w14:textId="77777777" w:rsidTr="00265218">
        <w:trPr>
          <w:trHeight w:val="538"/>
          <w:jc w:val="center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08E21" w14:textId="77777777" w:rsidR="005C347D" w:rsidRPr="000E605E" w:rsidRDefault="005C347D" w:rsidP="005C347D">
            <w:pPr>
              <w:numPr>
                <w:ilvl w:val="0"/>
                <w:numId w:val="5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976E1" w14:textId="77777777" w:rsidR="005C347D" w:rsidRPr="000E605E" w:rsidRDefault="005C347D" w:rsidP="005C347D">
            <w:pPr>
              <w:autoSpaceDE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  <w:proofErr w:type="spellStart"/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Šačių</w:t>
            </w:r>
            <w:proofErr w:type="spellEnd"/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sen. Rukų kaimo Ąžuolo</w:t>
            </w:r>
            <w:r>
              <w:rPr>
                <w:rFonts w:ascii="Times New Roman" w:hAnsi="Times New Roman"/>
                <w:sz w:val="24"/>
                <w:szCs w:val="24"/>
                <w:lang w:eastAsia="lt-LT"/>
              </w:rPr>
              <w:t xml:space="preserve"> </w:t>
            </w: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gatvė</w:t>
            </w:r>
          </w:p>
          <w:p w14:paraId="0A528F5A" w14:textId="77777777" w:rsidR="005C347D" w:rsidRPr="000E605E" w:rsidRDefault="005C347D" w:rsidP="005C347D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lt-LT"/>
              </w:rPr>
            </w:pPr>
            <w:r w:rsidRPr="000E605E">
              <w:rPr>
                <w:rFonts w:ascii="Times New Roman" w:hAnsi="Times New Roman"/>
                <w:sz w:val="24"/>
                <w:szCs w:val="24"/>
                <w:lang w:eastAsia="lt-LT"/>
              </w:rPr>
              <w:t>Nr. ŠA-47-R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21BAE" w14:textId="77777777" w:rsidR="005C347D" w:rsidRPr="000E605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605E">
              <w:rPr>
                <w:rFonts w:ascii="Times New Roman" w:hAnsi="Times New Roman"/>
                <w:sz w:val="24"/>
                <w:szCs w:val="24"/>
              </w:rPr>
              <w:t>Paprastasis remontas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CAD97" w14:textId="77777777" w:rsidR="005C347D" w:rsidRPr="000E605E" w:rsidRDefault="005C347D" w:rsidP="005C347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45F70">
              <w:rPr>
                <w:rFonts w:ascii="Times New Roman" w:hAnsi="Times New Roman"/>
                <w:sz w:val="24"/>
                <w:szCs w:val="24"/>
              </w:rPr>
              <w:t>KPPP</w:t>
            </w:r>
          </w:p>
        </w:tc>
      </w:tr>
    </w:tbl>
    <w:p w14:paraId="52B6F72F" w14:textId="77777777" w:rsidR="001F39DC" w:rsidRDefault="001F39DC" w:rsidP="00F04FE0">
      <w:pPr>
        <w:spacing w:after="0"/>
        <w:rPr>
          <w:rFonts w:ascii="Times New Roman" w:hAnsi="Times New Roman"/>
          <w:sz w:val="24"/>
          <w:szCs w:val="24"/>
        </w:rPr>
      </w:pPr>
    </w:p>
    <w:p w14:paraId="503598B8" w14:textId="77777777" w:rsidR="00CD5EAA" w:rsidRPr="00CD5EAA" w:rsidRDefault="00174352" w:rsidP="00CD5EA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</w:t>
      </w:r>
      <w:r w:rsidR="00CD5EAA" w:rsidRPr="00CD5EAA">
        <w:rPr>
          <w:rFonts w:ascii="Times New Roman" w:hAnsi="Times New Roman"/>
          <w:sz w:val="24"/>
          <w:szCs w:val="24"/>
        </w:rPr>
        <w:t>KPPP – Kelių priežiūros ir plėtros programos lėšos</w:t>
      </w:r>
    </w:p>
    <w:p w14:paraId="3330B219" w14:textId="77777777" w:rsidR="00CD5EAA" w:rsidRPr="00CD5EAA" w:rsidRDefault="00CD5EAA" w:rsidP="00CD5EAA">
      <w:pPr>
        <w:spacing w:after="0"/>
        <w:rPr>
          <w:rFonts w:ascii="Times New Roman" w:hAnsi="Times New Roman"/>
          <w:sz w:val="24"/>
          <w:szCs w:val="24"/>
        </w:rPr>
      </w:pPr>
      <w:r w:rsidRPr="00CD5EAA">
        <w:rPr>
          <w:rFonts w:ascii="Times New Roman" w:hAnsi="Times New Roman"/>
          <w:sz w:val="24"/>
          <w:szCs w:val="24"/>
        </w:rPr>
        <w:t>SB</w:t>
      </w:r>
      <w:r w:rsidR="00C4722E">
        <w:rPr>
          <w:rFonts w:ascii="Times New Roman" w:hAnsi="Times New Roman"/>
          <w:sz w:val="24"/>
          <w:szCs w:val="24"/>
        </w:rPr>
        <w:t xml:space="preserve"> –</w:t>
      </w:r>
      <w:r w:rsidRPr="00CD5EAA">
        <w:rPr>
          <w:rFonts w:ascii="Times New Roman" w:hAnsi="Times New Roman"/>
          <w:sz w:val="24"/>
          <w:szCs w:val="24"/>
        </w:rPr>
        <w:t xml:space="preserve"> savivaldybės biudžeto lėšos</w:t>
      </w:r>
    </w:p>
    <w:p w14:paraId="6E2D2818" w14:textId="77777777" w:rsidR="00CD5EAA" w:rsidRPr="00CD5EAA" w:rsidRDefault="00CD5EAA" w:rsidP="00CD5EAA">
      <w:pPr>
        <w:spacing w:after="0"/>
        <w:rPr>
          <w:rFonts w:ascii="Times New Roman" w:hAnsi="Times New Roman"/>
          <w:sz w:val="24"/>
          <w:szCs w:val="24"/>
        </w:rPr>
      </w:pPr>
      <w:r w:rsidRPr="00CD5EAA">
        <w:rPr>
          <w:rFonts w:ascii="Times New Roman" w:hAnsi="Times New Roman"/>
          <w:sz w:val="24"/>
          <w:szCs w:val="24"/>
        </w:rPr>
        <w:t xml:space="preserve">EU – Europos </w:t>
      </w:r>
      <w:r w:rsidR="00C4722E">
        <w:rPr>
          <w:rFonts w:ascii="Times New Roman" w:hAnsi="Times New Roman"/>
          <w:sz w:val="24"/>
          <w:szCs w:val="24"/>
        </w:rPr>
        <w:t>S</w:t>
      </w:r>
      <w:r w:rsidRPr="00CD5EAA">
        <w:rPr>
          <w:rFonts w:ascii="Times New Roman" w:hAnsi="Times New Roman"/>
          <w:sz w:val="24"/>
          <w:szCs w:val="24"/>
        </w:rPr>
        <w:t>ąjungos lėšos</w:t>
      </w:r>
    </w:p>
    <w:p w14:paraId="556817B4" w14:textId="77777777" w:rsidR="001F39DC" w:rsidRDefault="001F39DC" w:rsidP="00F04FE0">
      <w:pPr>
        <w:spacing w:after="0"/>
        <w:rPr>
          <w:rFonts w:ascii="Times New Roman" w:hAnsi="Times New Roman"/>
          <w:sz w:val="24"/>
          <w:szCs w:val="24"/>
        </w:rPr>
      </w:pPr>
    </w:p>
    <w:sectPr w:rsidR="001F39DC" w:rsidSect="00907482">
      <w:headerReference w:type="default" r:id="rId8"/>
      <w:pgSz w:w="11906" w:h="16838"/>
      <w:pgMar w:top="1134" w:right="567" w:bottom="1134" w:left="1701" w:header="567" w:footer="567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84DAB" w14:textId="77777777" w:rsidR="00E07868" w:rsidRDefault="00E07868">
      <w:pPr>
        <w:spacing w:after="0"/>
      </w:pPr>
      <w:r>
        <w:separator/>
      </w:r>
    </w:p>
  </w:endnote>
  <w:endnote w:type="continuationSeparator" w:id="0">
    <w:p w14:paraId="01AFB688" w14:textId="77777777" w:rsidR="00E07868" w:rsidRDefault="00E0786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emonas">
    <w:altName w:val="Times New Roman"/>
    <w:charset w:val="00"/>
    <w:family w:val="roman"/>
    <w:pitch w:val="variable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8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27E27" w14:textId="77777777" w:rsidR="00E07868" w:rsidRDefault="00E07868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452BED3C" w14:textId="77777777" w:rsidR="00E07868" w:rsidRDefault="00E0786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F484" w14:textId="77777777" w:rsidR="00EC454D" w:rsidRDefault="00174352">
    <w:pPr>
      <w:pStyle w:val="Antrats"/>
      <w:jc w:val="center"/>
    </w:pPr>
    <w:r>
      <w:fldChar w:fldCharType="begin"/>
    </w:r>
    <w:r>
      <w:instrText xml:space="preserve"> PAGE </w:instrText>
    </w:r>
    <w:r>
      <w:fldChar w:fldCharType="separate"/>
    </w:r>
    <w:r w:rsidR="0025186C">
      <w:rPr>
        <w:noProof/>
      </w:rPr>
      <w:t>3</w:t>
    </w:r>
    <w:r>
      <w:fldChar w:fldCharType="end"/>
    </w:r>
  </w:p>
  <w:p w14:paraId="7CFE31EF" w14:textId="77777777" w:rsidR="00EC454D" w:rsidRDefault="00EC454D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C7607"/>
    <w:multiLevelType w:val="hybridMultilevel"/>
    <w:tmpl w:val="0C4E7386"/>
    <w:lvl w:ilvl="0" w:tplc="4178F402">
      <w:start w:val="1"/>
      <w:numFmt w:val="decimal"/>
      <w:suff w:val="nothing"/>
      <w:lvlText w:val="%1."/>
      <w:lvlJc w:val="center"/>
      <w:pPr>
        <w:ind w:left="720" w:hanging="360"/>
      </w:pPr>
      <w:rPr>
        <w:rFonts w:hint="default"/>
        <w:b w:val="0"/>
        <w:bCs w:val="0"/>
        <w:strike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0364B"/>
    <w:multiLevelType w:val="hybridMultilevel"/>
    <w:tmpl w:val="8B62C524"/>
    <w:lvl w:ilvl="0" w:tplc="2564D762">
      <w:start w:val="1"/>
      <w:numFmt w:val="decimal"/>
      <w:suff w:val="nothing"/>
      <w:lvlText w:val="%1."/>
      <w:lvlJc w:val="left"/>
      <w:pPr>
        <w:ind w:left="567" w:hanging="454"/>
      </w:pPr>
      <w:rPr>
        <w:rFonts w:hint="default"/>
        <w:b w:val="0"/>
        <w:bCs w:val="0"/>
        <w:strike w:val="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612A487C"/>
    <w:multiLevelType w:val="hybridMultilevel"/>
    <w:tmpl w:val="A5C882DC"/>
    <w:lvl w:ilvl="0" w:tplc="901CEEC6">
      <w:start w:val="1"/>
      <w:numFmt w:val="decimal"/>
      <w:suff w:val="nothing"/>
      <w:lvlText w:val="%1."/>
      <w:lvlJc w:val="left"/>
      <w:pPr>
        <w:ind w:left="928" w:hanging="360"/>
      </w:pPr>
      <w:rPr>
        <w:rFonts w:hint="default"/>
        <w:b w:val="0"/>
        <w:bCs w:val="0"/>
        <w:strike w:val="0"/>
      </w:rPr>
    </w:lvl>
    <w:lvl w:ilvl="1" w:tplc="04270019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1FD6970"/>
    <w:multiLevelType w:val="hybridMultilevel"/>
    <w:tmpl w:val="A5C882DC"/>
    <w:lvl w:ilvl="0" w:tplc="FFFFFFFF">
      <w:start w:val="1"/>
      <w:numFmt w:val="decimal"/>
      <w:suff w:val="nothing"/>
      <w:lvlText w:val="%1."/>
      <w:lvlJc w:val="left"/>
      <w:pPr>
        <w:ind w:left="502" w:hanging="360"/>
      </w:pPr>
      <w:rPr>
        <w:rFonts w:hint="default"/>
        <w:b w:val="0"/>
        <w:bCs w:val="0"/>
        <w:strike w:val="0"/>
      </w:r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5886CC1"/>
    <w:multiLevelType w:val="hybridMultilevel"/>
    <w:tmpl w:val="9E4A1748"/>
    <w:lvl w:ilvl="0" w:tplc="5EA0809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6A4DCA"/>
    <w:multiLevelType w:val="hybridMultilevel"/>
    <w:tmpl w:val="90800056"/>
    <w:lvl w:ilvl="0" w:tplc="9852E846">
      <w:start w:val="1"/>
      <w:numFmt w:val="decimal"/>
      <w:suff w:val="nothing"/>
      <w:lvlText w:val="%1."/>
      <w:lvlJc w:val="center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9577209">
    <w:abstractNumId w:val="5"/>
  </w:num>
  <w:num w:numId="2" w16cid:durableId="1418939233">
    <w:abstractNumId w:val="0"/>
  </w:num>
  <w:num w:numId="3" w16cid:durableId="308287405">
    <w:abstractNumId w:val="2"/>
  </w:num>
  <w:num w:numId="4" w16cid:durableId="239994292">
    <w:abstractNumId w:val="3"/>
  </w:num>
  <w:num w:numId="5" w16cid:durableId="97531743">
    <w:abstractNumId w:val="1"/>
  </w:num>
  <w:num w:numId="6" w16cid:durableId="185868863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39DC"/>
    <w:rsid w:val="0000429F"/>
    <w:rsid w:val="0001046E"/>
    <w:rsid w:val="0001186F"/>
    <w:rsid w:val="00017826"/>
    <w:rsid w:val="00020520"/>
    <w:rsid w:val="00020C49"/>
    <w:rsid w:val="00021DCE"/>
    <w:rsid w:val="00024A5C"/>
    <w:rsid w:val="000332F6"/>
    <w:rsid w:val="00037148"/>
    <w:rsid w:val="00040734"/>
    <w:rsid w:val="000437FB"/>
    <w:rsid w:val="00045C6F"/>
    <w:rsid w:val="00051011"/>
    <w:rsid w:val="00051BD0"/>
    <w:rsid w:val="0005299D"/>
    <w:rsid w:val="0005381F"/>
    <w:rsid w:val="00061F8E"/>
    <w:rsid w:val="00065E17"/>
    <w:rsid w:val="00073240"/>
    <w:rsid w:val="0007346E"/>
    <w:rsid w:val="000767CC"/>
    <w:rsid w:val="000B1875"/>
    <w:rsid w:val="000B7B34"/>
    <w:rsid w:val="000C7FEA"/>
    <w:rsid w:val="000D1F37"/>
    <w:rsid w:val="000D64FF"/>
    <w:rsid w:val="000E605E"/>
    <w:rsid w:val="000E7600"/>
    <w:rsid w:val="000F3F2E"/>
    <w:rsid w:val="00103E8C"/>
    <w:rsid w:val="00103F89"/>
    <w:rsid w:val="00107344"/>
    <w:rsid w:val="001139AD"/>
    <w:rsid w:val="00113CA0"/>
    <w:rsid w:val="00123162"/>
    <w:rsid w:val="00135204"/>
    <w:rsid w:val="00135660"/>
    <w:rsid w:val="001358DB"/>
    <w:rsid w:val="00146B23"/>
    <w:rsid w:val="00162F96"/>
    <w:rsid w:val="0016358C"/>
    <w:rsid w:val="00164902"/>
    <w:rsid w:val="00172491"/>
    <w:rsid w:val="0017401C"/>
    <w:rsid w:val="00174352"/>
    <w:rsid w:val="001927C1"/>
    <w:rsid w:val="0019448B"/>
    <w:rsid w:val="001A10F3"/>
    <w:rsid w:val="001A487C"/>
    <w:rsid w:val="001A618C"/>
    <w:rsid w:val="001B1553"/>
    <w:rsid w:val="001B3F90"/>
    <w:rsid w:val="001C0A1B"/>
    <w:rsid w:val="001C0A65"/>
    <w:rsid w:val="001D0841"/>
    <w:rsid w:val="001D70FC"/>
    <w:rsid w:val="001E0A59"/>
    <w:rsid w:val="001F0277"/>
    <w:rsid w:val="001F39DC"/>
    <w:rsid w:val="001F4C9A"/>
    <w:rsid w:val="0020287A"/>
    <w:rsid w:val="00216447"/>
    <w:rsid w:val="00216FEF"/>
    <w:rsid w:val="0022026B"/>
    <w:rsid w:val="00223176"/>
    <w:rsid w:val="00226DED"/>
    <w:rsid w:val="00227933"/>
    <w:rsid w:val="00237E6B"/>
    <w:rsid w:val="00245002"/>
    <w:rsid w:val="00246C71"/>
    <w:rsid w:val="0025186C"/>
    <w:rsid w:val="00254C6C"/>
    <w:rsid w:val="00265218"/>
    <w:rsid w:val="0026542D"/>
    <w:rsid w:val="0027251C"/>
    <w:rsid w:val="00273161"/>
    <w:rsid w:val="00280CDC"/>
    <w:rsid w:val="00285AF3"/>
    <w:rsid w:val="002A6B99"/>
    <w:rsid w:val="002B5220"/>
    <w:rsid w:val="002C0C52"/>
    <w:rsid w:val="002C37DD"/>
    <w:rsid w:val="002D0D17"/>
    <w:rsid w:val="002D2B2B"/>
    <w:rsid w:val="002D39EE"/>
    <w:rsid w:val="002D7B40"/>
    <w:rsid w:val="002D7B96"/>
    <w:rsid w:val="002E7AAB"/>
    <w:rsid w:val="00301372"/>
    <w:rsid w:val="0030565C"/>
    <w:rsid w:val="0030752F"/>
    <w:rsid w:val="00311A2B"/>
    <w:rsid w:val="00312EE2"/>
    <w:rsid w:val="00314927"/>
    <w:rsid w:val="00316C69"/>
    <w:rsid w:val="00323982"/>
    <w:rsid w:val="003271AE"/>
    <w:rsid w:val="003275B3"/>
    <w:rsid w:val="003338D1"/>
    <w:rsid w:val="003371A9"/>
    <w:rsid w:val="00340C97"/>
    <w:rsid w:val="00341DB6"/>
    <w:rsid w:val="00341ED9"/>
    <w:rsid w:val="003426AF"/>
    <w:rsid w:val="00357898"/>
    <w:rsid w:val="00365053"/>
    <w:rsid w:val="00382D07"/>
    <w:rsid w:val="003958B0"/>
    <w:rsid w:val="003A330D"/>
    <w:rsid w:val="003B2DEE"/>
    <w:rsid w:val="003C64F9"/>
    <w:rsid w:val="003C6C31"/>
    <w:rsid w:val="003D7704"/>
    <w:rsid w:val="003E35C1"/>
    <w:rsid w:val="003F14FD"/>
    <w:rsid w:val="004018CA"/>
    <w:rsid w:val="004021B0"/>
    <w:rsid w:val="00404AEC"/>
    <w:rsid w:val="0040688B"/>
    <w:rsid w:val="00415240"/>
    <w:rsid w:val="00426F4F"/>
    <w:rsid w:val="00433CD1"/>
    <w:rsid w:val="0043536D"/>
    <w:rsid w:val="0044549A"/>
    <w:rsid w:val="00462D13"/>
    <w:rsid w:val="00465CE6"/>
    <w:rsid w:val="00471044"/>
    <w:rsid w:val="00472490"/>
    <w:rsid w:val="00475896"/>
    <w:rsid w:val="00495B29"/>
    <w:rsid w:val="004A3900"/>
    <w:rsid w:val="004A4D3D"/>
    <w:rsid w:val="004B551E"/>
    <w:rsid w:val="004C0847"/>
    <w:rsid w:val="004C4ED7"/>
    <w:rsid w:val="004C61ED"/>
    <w:rsid w:val="004D0304"/>
    <w:rsid w:val="004D145C"/>
    <w:rsid w:val="004E01BB"/>
    <w:rsid w:val="004E3ADD"/>
    <w:rsid w:val="004E5AF7"/>
    <w:rsid w:val="00511256"/>
    <w:rsid w:val="00511EE6"/>
    <w:rsid w:val="00515879"/>
    <w:rsid w:val="0051725D"/>
    <w:rsid w:val="00532B1C"/>
    <w:rsid w:val="00535ABB"/>
    <w:rsid w:val="00537CFD"/>
    <w:rsid w:val="00550308"/>
    <w:rsid w:val="00561937"/>
    <w:rsid w:val="00570D85"/>
    <w:rsid w:val="005732D5"/>
    <w:rsid w:val="005845D6"/>
    <w:rsid w:val="00584D7C"/>
    <w:rsid w:val="00592ED3"/>
    <w:rsid w:val="00593A08"/>
    <w:rsid w:val="005A18E0"/>
    <w:rsid w:val="005A41C6"/>
    <w:rsid w:val="005A783D"/>
    <w:rsid w:val="005A7D63"/>
    <w:rsid w:val="005B10F8"/>
    <w:rsid w:val="005B31DA"/>
    <w:rsid w:val="005B3C3E"/>
    <w:rsid w:val="005B4576"/>
    <w:rsid w:val="005C347D"/>
    <w:rsid w:val="005C3A51"/>
    <w:rsid w:val="005C7817"/>
    <w:rsid w:val="005E48AB"/>
    <w:rsid w:val="005E5565"/>
    <w:rsid w:val="005F01FE"/>
    <w:rsid w:val="00601E9F"/>
    <w:rsid w:val="0060776D"/>
    <w:rsid w:val="00611121"/>
    <w:rsid w:val="00621E1C"/>
    <w:rsid w:val="00644755"/>
    <w:rsid w:val="00645D18"/>
    <w:rsid w:val="006523F0"/>
    <w:rsid w:val="006652B4"/>
    <w:rsid w:val="006760B7"/>
    <w:rsid w:val="00677F12"/>
    <w:rsid w:val="0068291F"/>
    <w:rsid w:val="00691048"/>
    <w:rsid w:val="00692D29"/>
    <w:rsid w:val="00694D7A"/>
    <w:rsid w:val="006951DC"/>
    <w:rsid w:val="006A0383"/>
    <w:rsid w:val="006A39A8"/>
    <w:rsid w:val="006A6D01"/>
    <w:rsid w:val="006B077F"/>
    <w:rsid w:val="006B15BB"/>
    <w:rsid w:val="006B3DA8"/>
    <w:rsid w:val="006C5E63"/>
    <w:rsid w:val="006D71A2"/>
    <w:rsid w:val="006E2399"/>
    <w:rsid w:val="006F222D"/>
    <w:rsid w:val="006F2F99"/>
    <w:rsid w:val="006F44F1"/>
    <w:rsid w:val="006F58B3"/>
    <w:rsid w:val="006F5BB2"/>
    <w:rsid w:val="00702218"/>
    <w:rsid w:val="00704ED8"/>
    <w:rsid w:val="00713340"/>
    <w:rsid w:val="00714E88"/>
    <w:rsid w:val="00717D43"/>
    <w:rsid w:val="007207F2"/>
    <w:rsid w:val="00723A7D"/>
    <w:rsid w:val="007257C3"/>
    <w:rsid w:val="00725FC7"/>
    <w:rsid w:val="00726059"/>
    <w:rsid w:val="0073246C"/>
    <w:rsid w:val="00735153"/>
    <w:rsid w:val="00744441"/>
    <w:rsid w:val="0074515F"/>
    <w:rsid w:val="00760919"/>
    <w:rsid w:val="00765BB3"/>
    <w:rsid w:val="007702C8"/>
    <w:rsid w:val="00782D74"/>
    <w:rsid w:val="007B5DCB"/>
    <w:rsid w:val="007C6612"/>
    <w:rsid w:val="007D2323"/>
    <w:rsid w:val="007D299B"/>
    <w:rsid w:val="007D7029"/>
    <w:rsid w:val="007F0F12"/>
    <w:rsid w:val="007F27F0"/>
    <w:rsid w:val="007F2A77"/>
    <w:rsid w:val="007F6966"/>
    <w:rsid w:val="00800E28"/>
    <w:rsid w:val="008060EE"/>
    <w:rsid w:val="00806669"/>
    <w:rsid w:val="00812614"/>
    <w:rsid w:val="00816F77"/>
    <w:rsid w:val="00826701"/>
    <w:rsid w:val="00832A70"/>
    <w:rsid w:val="008360E8"/>
    <w:rsid w:val="0084394F"/>
    <w:rsid w:val="008471A6"/>
    <w:rsid w:val="008548AB"/>
    <w:rsid w:val="008548DA"/>
    <w:rsid w:val="008655B5"/>
    <w:rsid w:val="008667B3"/>
    <w:rsid w:val="00884739"/>
    <w:rsid w:val="008876B3"/>
    <w:rsid w:val="008968F9"/>
    <w:rsid w:val="00897188"/>
    <w:rsid w:val="008B1561"/>
    <w:rsid w:val="008B28E1"/>
    <w:rsid w:val="008B40D1"/>
    <w:rsid w:val="008C073B"/>
    <w:rsid w:val="008C0871"/>
    <w:rsid w:val="008C5699"/>
    <w:rsid w:val="008D4ECE"/>
    <w:rsid w:val="008D5247"/>
    <w:rsid w:val="008E0A13"/>
    <w:rsid w:val="008E5F05"/>
    <w:rsid w:val="008E6FCB"/>
    <w:rsid w:val="008E712E"/>
    <w:rsid w:val="008F0B96"/>
    <w:rsid w:val="008F4AB1"/>
    <w:rsid w:val="00900246"/>
    <w:rsid w:val="0090239A"/>
    <w:rsid w:val="00907482"/>
    <w:rsid w:val="00907EEA"/>
    <w:rsid w:val="009208EF"/>
    <w:rsid w:val="009266B8"/>
    <w:rsid w:val="00936B86"/>
    <w:rsid w:val="00951DEB"/>
    <w:rsid w:val="00955852"/>
    <w:rsid w:val="009610F3"/>
    <w:rsid w:val="00963EA6"/>
    <w:rsid w:val="0097362D"/>
    <w:rsid w:val="00984EF2"/>
    <w:rsid w:val="00991EDB"/>
    <w:rsid w:val="009A1DB4"/>
    <w:rsid w:val="009C2256"/>
    <w:rsid w:val="009C78D5"/>
    <w:rsid w:val="009D0966"/>
    <w:rsid w:val="009D0F5B"/>
    <w:rsid w:val="009D28E6"/>
    <w:rsid w:val="009D32B9"/>
    <w:rsid w:val="009F0DDD"/>
    <w:rsid w:val="009F1A5B"/>
    <w:rsid w:val="009F3CF3"/>
    <w:rsid w:val="009F7511"/>
    <w:rsid w:val="00A02999"/>
    <w:rsid w:val="00A0383C"/>
    <w:rsid w:val="00A0487F"/>
    <w:rsid w:val="00A16FF1"/>
    <w:rsid w:val="00A2149A"/>
    <w:rsid w:val="00A22820"/>
    <w:rsid w:val="00A22AC1"/>
    <w:rsid w:val="00A23063"/>
    <w:rsid w:val="00A2571D"/>
    <w:rsid w:val="00A335D4"/>
    <w:rsid w:val="00A3390A"/>
    <w:rsid w:val="00A348F0"/>
    <w:rsid w:val="00A357BD"/>
    <w:rsid w:val="00A4079F"/>
    <w:rsid w:val="00A42928"/>
    <w:rsid w:val="00A45CC1"/>
    <w:rsid w:val="00A47C6E"/>
    <w:rsid w:val="00A53A22"/>
    <w:rsid w:val="00A55CD9"/>
    <w:rsid w:val="00A62B95"/>
    <w:rsid w:val="00A6456E"/>
    <w:rsid w:val="00A833EC"/>
    <w:rsid w:val="00A90D92"/>
    <w:rsid w:val="00AA06AD"/>
    <w:rsid w:val="00AA1E95"/>
    <w:rsid w:val="00AA313B"/>
    <w:rsid w:val="00AA32DD"/>
    <w:rsid w:val="00AB127B"/>
    <w:rsid w:val="00AC7257"/>
    <w:rsid w:val="00AD1437"/>
    <w:rsid w:val="00AD5EE6"/>
    <w:rsid w:val="00AD6BEF"/>
    <w:rsid w:val="00AE156F"/>
    <w:rsid w:val="00AE2B42"/>
    <w:rsid w:val="00AE4006"/>
    <w:rsid w:val="00AE46BF"/>
    <w:rsid w:val="00AE472C"/>
    <w:rsid w:val="00AF0946"/>
    <w:rsid w:val="00AF0EA9"/>
    <w:rsid w:val="00AF1052"/>
    <w:rsid w:val="00AF17A6"/>
    <w:rsid w:val="00B016DD"/>
    <w:rsid w:val="00B06360"/>
    <w:rsid w:val="00B203D5"/>
    <w:rsid w:val="00B20E56"/>
    <w:rsid w:val="00B2379A"/>
    <w:rsid w:val="00B2489B"/>
    <w:rsid w:val="00B26CA4"/>
    <w:rsid w:val="00B37C71"/>
    <w:rsid w:val="00B37F53"/>
    <w:rsid w:val="00B44DFD"/>
    <w:rsid w:val="00B47F94"/>
    <w:rsid w:val="00B52557"/>
    <w:rsid w:val="00B54D7E"/>
    <w:rsid w:val="00B557B4"/>
    <w:rsid w:val="00B654F9"/>
    <w:rsid w:val="00B66B6B"/>
    <w:rsid w:val="00B7377C"/>
    <w:rsid w:val="00B7552E"/>
    <w:rsid w:val="00B822F8"/>
    <w:rsid w:val="00B870F3"/>
    <w:rsid w:val="00B92579"/>
    <w:rsid w:val="00BA0864"/>
    <w:rsid w:val="00BB7F4D"/>
    <w:rsid w:val="00BC516D"/>
    <w:rsid w:val="00BD42C2"/>
    <w:rsid w:val="00BD4F4D"/>
    <w:rsid w:val="00BE1C09"/>
    <w:rsid w:val="00BE371A"/>
    <w:rsid w:val="00BF7D23"/>
    <w:rsid w:val="00C06F6D"/>
    <w:rsid w:val="00C13DEB"/>
    <w:rsid w:val="00C30AD7"/>
    <w:rsid w:val="00C34A8A"/>
    <w:rsid w:val="00C36459"/>
    <w:rsid w:val="00C4140F"/>
    <w:rsid w:val="00C4722E"/>
    <w:rsid w:val="00C555BB"/>
    <w:rsid w:val="00C55AE6"/>
    <w:rsid w:val="00C63CD2"/>
    <w:rsid w:val="00C71F6A"/>
    <w:rsid w:val="00C7261C"/>
    <w:rsid w:val="00C740E5"/>
    <w:rsid w:val="00C9188D"/>
    <w:rsid w:val="00C93357"/>
    <w:rsid w:val="00C93788"/>
    <w:rsid w:val="00C96159"/>
    <w:rsid w:val="00CA7A80"/>
    <w:rsid w:val="00CB5E19"/>
    <w:rsid w:val="00CD5EAA"/>
    <w:rsid w:val="00CE2A1A"/>
    <w:rsid w:val="00CF20C4"/>
    <w:rsid w:val="00D02E28"/>
    <w:rsid w:val="00D07CB1"/>
    <w:rsid w:val="00D16797"/>
    <w:rsid w:val="00D20243"/>
    <w:rsid w:val="00D24532"/>
    <w:rsid w:val="00D311B7"/>
    <w:rsid w:val="00D44383"/>
    <w:rsid w:val="00D505B3"/>
    <w:rsid w:val="00D51211"/>
    <w:rsid w:val="00D541D5"/>
    <w:rsid w:val="00D605C3"/>
    <w:rsid w:val="00D64078"/>
    <w:rsid w:val="00D64FF4"/>
    <w:rsid w:val="00D73271"/>
    <w:rsid w:val="00D73300"/>
    <w:rsid w:val="00D946F7"/>
    <w:rsid w:val="00D97774"/>
    <w:rsid w:val="00DA3E74"/>
    <w:rsid w:val="00DB2B95"/>
    <w:rsid w:val="00DB4832"/>
    <w:rsid w:val="00DC5C4F"/>
    <w:rsid w:val="00DC64DB"/>
    <w:rsid w:val="00DD1318"/>
    <w:rsid w:val="00DD5E22"/>
    <w:rsid w:val="00DD7651"/>
    <w:rsid w:val="00DE2317"/>
    <w:rsid w:val="00DE2B3D"/>
    <w:rsid w:val="00DE5A90"/>
    <w:rsid w:val="00DE5A9E"/>
    <w:rsid w:val="00E04736"/>
    <w:rsid w:val="00E064E5"/>
    <w:rsid w:val="00E07868"/>
    <w:rsid w:val="00E107EC"/>
    <w:rsid w:val="00E13899"/>
    <w:rsid w:val="00E1433E"/>
    <w:rsid w:val="00E3239B"/>
    <w:rsid w:val="00E357DC"/>
    <w:rsid w:val="00E42640"/>
    <w:rsid w:val="00E54839"/>
    <w:rsid w:val="00E56C61"/>
    <w:rsid w:val="00E66F12"/>
    <w:rsid w:val="00E75FA0"/>
    <w:rsid w:val="00E81EB4"/>
    <w:rsid w:val="00E950B3"/>
    <w:rsid w:val="00E95A56"/>
    <w:rsid w:val="00EA1501"/>
    <w:rsid w:val="00EA4C20"/>
    <w:rsid w:val="00EB1EAF"/>
    <w:rsid w:val="00EC1ACE"/>
    <w:rsid w:val="00EC3E9C"/>
    <w:rsid w:val="00EC454D"/>
    <w:rsid w:val="00ED1811"/>
    <w:rsid w:val="00EE54C5"/>
    <w:rsid w:val="00EE7C6F"/>
    <w:rsid w:val="00F03585"/>
    <w:rsid w:val="00F03FDE"/>
    <w:rsid w:val="00F04833"/>
    <w:rsid w:val="00F04FE0"/>
    <w:rsid w:val="00F0524D"/>
    <w:rsid w:val="00F130AD"/>
    <w:rsid w:val="00F1544C"/>
    <w:rsid w:val="00F15F6B"/>
    <w:rsid w:val="00F166A9"/>
    <w:rsid w:val="00F173BF"/>
    <w:rsid w:val="00F2333A"/>
    <w:rsid w:val="00F3170C"/>
    <w:rsid w:val="00F41274"/>
    <w:rsid w:val="00F645C1"/>
    <w:rsid w:val="00F7122B"/>
    <w:rsid w:val="00F82A91"/>
    <w:rsid w:val="00F837DF"/>
    <w:rsid w:val="00F83894"/>
    <w:rsid w:val="00F84AF9"/>
    <w:rsid w:val="00F862F8"/>
    <w:rsid w:val="00F869E3"/>
    <w:rsid w:val="00F87D70"/>
    <w:rsid w:val="00F93E07"/>
    <w:rsid w:val="00F96E0D"/>
    <w:rsid w:val="00FA4F98"/>
    <w:rsid w:val="00FA6FEA"/>
    <w:rsid w:val="00FA7FE0"/>
    <w:rsid w:val="00FB6364"/>
    <w:rsid w:val="00FC2513"/>
    <w:rsid w:val="00FD2407"/>
    <w:rsid w:val="00FD56EE"/>
    <w:rsid w:val="00FD57AC"/>
    <w:rsid w:val="00FD7273"/>
    <w:rsid w:val="00FE0EDF"/>
    <w:rsid w:val="00FE3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9B783"/>
  <w15:docId w15:val="{F579ACB8-38E0-435C-97E3-E70A948FA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uppressAutoHyphens/>
      <w:autoSpaceDN w:val="0"/>
      <w:spacing w:after="160"/>
      <w:textAlignment w:val="baseline"/>
    </w:pPr>
    <w:rPr>
      <w:sz w:val="22"/>
      <w:szCs w:val="22"/>
      <w:lang w:eastAsia="en-US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pple-converted-space">
    <w:name w:val="apple-converted-space"/>
    <w:basedOn w:val="Numatytasispastraiposriftas"/>
  </w:style>
  <w:style w:type="paragraph" w:customStyle="1" w:styleId="DiagramaDiagramaChar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Debesliotekstas">
    <w:name w:val="Balloon Text"/>
    <w:basedOn w:val="prastasis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rPr>
      <w:rFonts w:ascii="Segoe UI" w:hAnsi="Segoe UI" w:cs="Segoe UI"/>
      <w:sz w:val="18"/>
      <w:szCs w:val="18"/>
    </w:rPr>
  </w:style>
  <w:style w:type="paragraph" w:customStyle="1" w:styleId="DiagramaDiagramaChar0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styleId="Pataisymai">
    <w:name w:val="Revision"/>
    <w:pPr>
      <w:autoSpaceDN w:val="0"/>
    </w:pPr>
    <w:rPr>
      <w:sz w:val="22"/>
      <w:szCs w:val="22"/>
      <w:lang w:eastAsia="en-US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</w:style>
  <w:style w:type="paragraph" w:styleId="Porat">
    <w:name w:val="footer"/>
    <w:basedOn w:val="prastasis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</w:style>
  <w:style w:type="paragraph" w:customStyle="1" w:styleId="DiagramaDiagramaChar1">
    <w:name w:val="Diagrama Diagrama Char"/>
    <w:basedOn w:val="prastasis"/>
    <w:pPr>
      <w:suppressAutoHyphens w:val="0"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  <w:style w:type="paragraph" w:customStyle="1" w:styleId="DiagramaDiagramaChar2">
    <w:name w:val="Diagrama Diagrama Char"/>
    <w:basedOn w:val="prastasis"/>
    <w:rsid w:val="00254C6C"/>
    <w:pPr>
      <w:suppressAutoHyphens w:val="0"/>
      <w:autoSpaceDN/>
      <w:spacing w:line="240" w:lineRule="exact"/>
      <w:textAlignment w:val="auto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78a467894c36480f863054fba3759052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4982D-21E8-40E1-A880-D255DAE09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78a467894c36480f863054fba3759052</Template>
  <TotalTime>2</TotalTime>
  <Pages>4</Pages>
  <Words>6012</Words>
  <Characters>3427</Characters>
  <Application>Microsoft Office Word</Application>
  <DocSecurity>4</DocSecurity>
  <Lines>28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VIETINĖS REIKŠMĖS KELIŲ OBJEKTŲ FINANSAVIMO 2025-2027 METŲ PRIORITETINĖS EILĖS PATVIRTINIMO</vt:lpstr>
      <vt:lpstr/>
    </vt:vector>
  </TitlesOfParts>
  <Manager>2025-04-24</Manager>
  <Company/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VIETINĖS REIKŠMĖS KELIŲ OBJEKTŲ FINANSAVIMO 2025-2027 METŲ PRIORITETINĖS EILĖS PATVIRTINIMO</dc:title>
  <dc:subject>T9-112</dc:subject>
  <dc:creator>SKUODO RAJONO SAVIVALDYBĖS TARYBA</dc:creator>
  <cp:keywords/>
  <cp:lastModifiedBy>Sadauskienė, Dalia</cp:lastModifiedBy>
  <cp:revision>2</cp:revision>
  <cp:lastPrinted>2026-02-09T11:54:00Z</cp:lastPrinted>
  <dcterms:created xsi:type="dcterms:W3CDTF">2026-02-18T07:11:00Z</dcterms:created>
  <dcterms:modified xsi:type="dcterms:W3CDTF">2026-02-18T07:11:00Z</dcterms:modified>
  <cp:category>PRIEDAS</cp:category>
</cp:coreProperties>
</file>